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1C40C35C" w:rsidR="009436E4" w:rsidRPr="004A1B47" w:rsidRDefault="0088138F" w:rsidP="00A67D5C">
      <w:pPr>
        <w:spacing w:after="360"/>
        <w:rPr>
          <w:sz w:val="12"/>
          <w:szCs w:val="12"/>
        </w:rPr>
      </w:pPr>
      <w:r w:rsidRPr="00AD2B7D">
        <w:rPr>
          <w:noProof/>
          <w:sz w:val="12"/>
          <w:szCs w:val="12"/>
        </w:rPr>
        <mc:AlternateContent>
          <mc:Choice Requires="wps">
            <w:drawing>
              <wp:anchor distT="0" distB="0" distL="114300" distR="114300" simplePos="0" relativeHeight="251658241" behindDoc="0" locked="1" layoutInCell="1" allowOverlap="1" wp14:anchorId="7B936427" wp14:editId="6F1C6D5A">
                <wp:simplePos x="0" y="0"/>
                <wp:positionH relativeFrom="page">
                  <wp:align>left</wp:align>
                </wp:positionH>
                <wp:positionV relativeFrom="page">
                  <wp:align>top</wp:align>
                </wp:positionV>
                <wp:extent cx="7559675" cy="2627630"/>
                <wp:effectExtent l="0" t="0" r="3175" b="1270"/>
                <wp:wrapTopAndBottom/>
                <wp:docPr id="206645822" name="Freeform: Shape 206645822"/>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a:blip r:embed="rId11" cstate="screen">
                            <a:extLst>
                              <a:ext uri="{28A0092B-C50C-407E-A947-70E740481C1C}">
                                <a14:useLocalDpi xmlns:a14="http://schemas.microsoft.com/office/drawing/2010/main"/>
                              </a:ext>
                            </a:extLst>
                          </a:blip>
                          <a:srcRect/>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7C3F63" id="Freeform: Shape 206645822" o:spid="_x0000_s1026" style="position:absolute;margin-left:0;margin-top:0;width:595.25pt;height:206.9pt;z-index:251658241;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coordsize="7559675,270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" path="m,l7559675,r,2700000l1626777,2700000,1259199,2496032,891633,2700000,,2700000,,xe" stroked="f">
                <v:fill r:id="rId12"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r w:rsidR="00612060">
        <w:rPr>
          <w:noProof/>
          <w:sz w:val="12"/>
        </w:rPr>
        <mc:AlternateContent>
          <mc:Choice Requires="wpg">
            <w:drawing>
              <wp:anchor distT="0" distB="0" distL="114300" distR="114300" simplePos="0" relativeHeight="251658923" behindDoc="0" locked="0" layoutInCell="1" allowOverlap="1" wp14:anchorId="05F280CE" wp14:editId="309C111A">
                <wp:simplePos x="0" y="0"/>
                <wp:positionH relativeFrom="column">
                  <wp:posOffset>-601069</wp:posOffset>
                </wp:positionH>
                <wp:positionV relativeFrom="paragraph">
                  <wp:posOffset>-601759</wp:posOffset>
                </wp:positionV>
                <wp:extent cx="1233050" cy="1298254"/>
                <wp:effectExtent l="0" t="0" r="5715"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66FF76C" id="Group 26" o:spid="_x0000_s1026" style="position:absolute;margin-left:-47.35pt;margin-top:-47.4pt;width:97.1pt;height:102.2pt;z-index:251658923"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00612060">
        <w:rPr>
          <w:noProof/>
          <w:sz w:val="12"/>
        </w:rPr>
        <mc:AlternateContent>
          <mc:Choice Requires="wps">
            <w:drawing>
              <wp:anchor distT="0" distB="0" distL="114300" distR="114300" simplePos="0" relativeHeight="251658240" behindDoc="0" locked="1" layoutInCell="1" allowOverlap="1" wp14:anchorId="2434C79C" wp14:editId="07FE6F98">
                <wp:simplePos x="0" y="0"/>
                <wp:positionH relativeFrom="page">
                  <wp:posOffset>0</wp:posOffset>
                </wp:positionH>
                <wp:positionV relativeFrom="page">
                  <wp:posOffset>-38100</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solidFill>
                          <a:schemeClr val="accent6">
                            <a:lumMod val="90000"/>
                          </a:schemeClr>
                        </a:solid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EAF5D3" id="Freeform: Shape 10" o:spid="_x0000_s1026" style="position:absolute;margin-left:0;margin-top:-3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" path="m,l7559675,r,2700000l1626777,2700000,1259199,2496032,891633,2700000,,2700000,,xe" fillcolor="#c2c3c5 [2889]" stroked="f">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6D1EB5E" w:rsidR="004022B4" w:rsidRPr="004A1B47" w:rsidRDefault="00A650EA" w:rsidP="00797F40">
      <w:pPr>
        <w:pStyle w:val="RTDocType"/>
      </w:pPr>
      <w:r>
        <w:t>Comunicato stampa</w:t>
      </w:r>
    </w:p>
    <w:p w14:paraId="10C7654A" w14:textId="2B04D1BB" w:rsidR="00797F40" w:rsidRPr="004A1B47" w:rsidRDefault="00FB6E71" w:rsidP="00797F40">
      <w:pPr>
        <w:pStyle w:val="RTDate"/>
      </w:pPr>
      <w:r>
        <w:t>LUGLIO 2024</w:t>
      </w:r>
    </w:p>
    <w:p w14:paraId="28D2A163" w14:textId="77777777" w:rsidR="00EC5F81" w:rsidRPr="00BB5EA6" w:rsidRDefault="00EC5F81" w:rsidP="00EC5F81">
      <w:pPr>
        <w:spacing w:line="276" w:lineRule="auto"/>
        <w:rPr>
          <w:b/>
          <w:bCs/>
          <w:sz w:val="56"/>
          <w:szCs w:val="56"/>
          <w:lang w:val="es-419"/>
        </w:rPr>
      </w:pPr>
    </w:p>
    <w:p w14:paraId="2A467E65" w14:textId="4A20B615" w:rsidR="00173F45" w:rsidRPr="004A1B47" w:rsidRDefault="0058487D" w:rsidP="00173F45">
      <w:pPr>
        <w:pStyle w:val="RTIntroduction"/>
        <w:rPr>
          <w:sz w:val="56"/>
          <w:szCs w:val="56"/>
        </w:rPr>
      </w:pPr>
      <w:r w:rsidRPr="00BB5EA6">
        <w:rPr>
          <w:sz w:val="56"/>
        </w:rPr>
        <w:t>Renault Trucks, Jumbo e SVZ testano il prototipo elettrico dedicato alla logistica urbana</w:t>
      </w:r>
    </w:p>
    <w:p w14:paraId="6D6BA887" w14:textId="77777777" w:rsidR="00173F45" w:rsidRPr="00BB5EA6" w:rsidRDefault="00173F45" w:rsidP="00173F45">
      <w:pPr>
        <w:spacing w:line="276" w:lineRule="auto"/>
        <w:rPr>
          <w:b/>
          <w:bCs/>
          <w:sz w:val="22"/>
          <w:szCs w:val="22"/>
          <w:lang w:val="es-419"/>
        </w:rPr>
      </w:pPr>
    </w:p>
    <w:p w14:paraId="562D39F4" w14:textId="2C53FEB5" w:rsidR="00173F45" w:rsidRPr="004A1B47" w:rsidRDefault="00173F45" w:rsidP="00173F45">
      <w:pPr>
        <w:spacing w:line="276" w:lineRule="auto"/>
        <w:rPr>
          <w:b/>
          <w:bCs/>
          <w:sz w:val="22"/>
          <w:szCs w:val="22"/>
        </w:rPr>
      </w:pPr>
      <w:r>
        <w:rPr>
          <w:b/>
          <w:sz w:val="22"/>
        </w:rPr>
        <w:t>Renault Trucks continua il lavoro di ricerca e sviluppo con il camion laboratorio Oxygen. Dopo una prima fase di test in corso a Lione e Parigi, l’azienda entra in una nuova fase con una seconda versione di questo autocarro elettrico dedicato alla logistica urbana. Un prototipo dotato di carrozzeria refrigerata, progettato insieme alla catena di supermercati Jumbo e a SVZ e supportato dalla sua filiale olandese, inizierà la fase sperimentale ad Amsterdam in ottobre.</w:t>
      </w:r>
    </w:p>
    <w:p w14:paraId="76EEB3BA" w14:textId="77777777" w:rsidR="00487FF7" w:rsidRPr="00BB5EA6" w:rsidRDefault="00487FF7" w:rsidP="00173F45">
      <w:pPr>
        <w:spacing w:line="276" w:lineRule="auto"/>
        <w:rPr>
          <w:b/>
          <w:bCs/>
          <w:sz w:val="22"/>
          <w:szCs w:val="22"/>
          <w:lang w:val="es-419"/>
        </w:rPr>
      </w:pPr>
    </w:p>
    <w:p w14:paraId="29E43BC3" w14:textId="05D03BDC" w:rsidR="003C5878" w:rsidRPr="004A1B47" w:rsidRDefault="009529AB" w:rsidP="00362AA8">
      <w:pPr>
        <w:spacing w:line="276" w:lineRule="auto"/>
        <w:rPr>
          <w:sz w:val="22"/>
          <w:szCs w:val="22"/>
        </w:rPr>
      </w:pPr>
      <w:r>
        <w:rPr>
          <w:sz w:val="22"/>
        </w:rPr>
        <w:t xml:space="preserve">Amsterdam, città di riferimento per la mobilità dolce, è il luogo ideale per ospitare Oxygen. Dopo Parigi e Lione, Renault Trucks inizia una nuova fase di test per il suo veicolo urbano elettrico. Renault Trucks ha collaborato con Jumbo e SVZ per questa nuova sperimentazione, che inizierà ad ottobre 2024. </w:t>
      </w:r>
      <w:r>
        <w:br/>
      </w:r>
    </w:p>
    <w:p w14:paraId="3CCE428B" w14:textId="048D7886" w:rsidR="003C5878" w:rsidRPr="004A1B47" w:rsidRDefault="003C5878" w:rsidP="003C5878">
      <w:pPr>
        <w:spacing w:line="276" w:lineRule="auto"/>
        <w:rPr>
          <w:sz w:val="22"/>
          <w:szCs w:val="22"/>
        </w:rPr>
      </w:pPr>
      <w:r>
        <w:rPr>
          <w:sz w:val="22"/>
        </w:rPr>
        <w:t xml:space="preserve">Jumbo, il secondo più grande rivenditore olandese, ha oltre 700 punti vendita nel Paese e in Belgio. Una delle sue priorità è semplificare l'esperienza del cliente nei suoi supermercati di quartiere. Nei Paesi Bassi l’azienda di autotrasporti SVZ rifornisce di prodotti freschi i punti vendita Jumbo. </w:t>
      </w:r>
    </w:p>
    <w:p w14:paraId="3F7A8816" w14:textId="79ABDF79" w:rsidR="009E30AC" w:rsidRPr="00BB5EA6" w:rsidRDefault="00FC09A9" w:rsidP="009E30AC">
      <w:pPr>
        <w:spacing w:line="276" w:lineRule="auto"/>
        <w:rPr>
          <w:sz w:val="22"/>
          <w:szCs w:val="22"/>
        </w:rPr>
      </w:pPr>
      <w:r>
        <w:rPr>
          <w:sz w:val="22"/>
        </w:rPr>
        <w:t xml:space="preserve">Renault Trucks e i suoi partner, nell’ottica di ridurre l'impatto ambientale, hanno unito le competenze reciproche per rispondere alle esigenze della logistica urbana, sviluppando un nuovo autocarro elettrico sperimentale da 26 tonnellate, che può </w:t>
      </w:r>
      <w:r w:rsidRPr="00BB5EA6">
        <w:rPr>
          <w:sz w:val="22"/>
        </w:rPr>
        <w:t xml:space="preserve">circolare nelle zone olandesi a emissioni zero. </w:t>
      </w:r>
    </w:p>
    <w:p w14:paraId="0316C98F" w14:textId="7741D265" w:rsidR="00FC09A9" w:rsidRDefault="00657B87" w:rsidP="009E30AC">
      <w:pPr>
        <w:spacing w:line="276" w:lineRule="auto"/>
        <w:rPr>
          <w:sz w:val="22"/>
          <w:szCs w:val="22"/>
        </w:rPr>
      </w:pPr>
      <w:r w:rsidRPr="00BB5EA6">
        <w:rPr>
          <w:sz w:val="22"/>
        </w:rPr>
        <w:t>Dal 1° gennaio 2025, per ridurre le emissioni di CO2 nelle città, i Paesi Bassi potranno introdurre zone a emissioni zero, in cui potranno circolare solo veicoli a basse emissioni di carbonio.</w:t>
      </w:r>
    </w:p>
    <w:p w14:paraId="65DF0132" w14:textId="77777777" w:rsidR="00657B87" w:rsidRPr="00BB5EA6" w:rsidRDefault="00657B87" w:rsidP="009E30AC">
      <w:pPr>
        <w:spacing w:line="276" w:lineRule="auto"/>
        <w:rPr>
          <w:sz w:val="22"/>
          <w:szCs w:val="22"/>
        </w:rPr>
      </w:pPr>
    </w:p>
    <w:p w14:paraId="37201300" w14:textId="63DE91E5" w:rsidR="004A1B47" w:rsidRDefault="004B684D" w:rsidP="00173F45">
      <w:pPr>
        <w:spacing w:line="276" w:lineRule="auto"/>
        <w:rPr>
          <w:sz w:val="22"/>
          <w:szCs w:val="22"/>
        </w:rPr>
      </w:pPr>
      <w:r>
        <w:rPr>
          <w:sz w:val="22"/>
        </w:rPr>
        <w:lastRenderedPageBreak/>
        <w:t>A differenza della prima sperimentazione, effettuata con Geodis per la distribuzione di prodotti secchi, il nuovo veicolo consentirà di effettuare consegne refrigerate in modo silenzioso, senza emissioni inquinanti e in totale sicurezza, dai magazzini ai supermercati Jumbo nel cuore di Amsterdam durante i 6 mesi della sperimentazione.</w:t>
      </w:r>
    </w:p>
    <w:p w14:paraId="384F59F5" w14:textId="77777777" w:rsidR="00BF5977" w:rsidRPr="00BB5EA6" w:rsidRDefault="00BF5977" w:rsidP="00173F45">
      <w:pPr>
        <w:spacing w:line="276" w:lineRule="auto"/>
        <w:rPr>
          <w:sz w:val="22"/>
          <w:szCs w:val="22"/>
        </w:rPr>
      </w:pPr>
    </w:p>
    <w:p w14:paraId="7D075D32" w14:textId="18CD8625" w:rsidR="00BF5977" w:rsidRPr="00BF5977" w:rsidRDefault="00BF5977" w:rsidP="00BF5977">
      <w:pPr>
        <w:spacing w:line="276" w:lineRule="auto"/>
        <w:rPr>
          <w:sz w:val="22"/>
          <w:szCs w:val="22"/>
        </w:rPr>
      </w:pPr>
      <w:r>
        <w:rPr>
          <w:sz w:val="22"/>
        </w:rPr>
        <w:t>“Questa partnership di successo con Jumbo e SVZ su un progetto innovativo evidenzia la forza della collaborazione nel raggiungimento degli obiettivi di sviluppo sostenibile”, spiega Jérôme Berthelet, Direttore generale di Renault Trucks nei Paesi Bassi. “Eravamo tutti spinti dallo stesso desiderio di creare una soluzione urbana a basse emissioni di carbonio. Il progetto pilota di Amsterdam, città all’avanguardia per la gestione ambientale, aggiunge un valore considerevole alla nostra iniziativa.”</w:t>
      </w:r>
    </w:p>
    <w:p w14:paraId="1E8F37B5" w14:textId="77777777" w:rsidR="00BF5977" w:rsidRPr="00BB5EA6" w:rsidRDefault="00BF5977" w:rsidP="00BF5977">
      <w:pPr>
        <w:spacing w:line="276" w:lineRule="auto"/>
        <w:rPr>
          <w:sz w:val="22"/>
          <w:szCs w:val="22"/>
          <w:lang w:val="es-419"/>
        </w:rPr>
      </w:pPr>
    </w:p>
    <w:p w14:paraId="54D2BB41" w14:textId="1F6B435E" w:rsidR="006F49F2" w:rsidRPr="006F49F2" w:rsidRDefault="00F2569C" w:rsidP="00F2569C">
      <w:pPr>
        <w:spacing w:line="276" w:lineRule="auto"/>
        <w:rPr>
          <w:sz w:val="22"/>
          <w:szCs w:val="22"/>
        </w:rPr>
      </w:pPr>
      <w:r>
        <w:rPr>
          <w:sz w:val="22"/>
        </w:rPr>
        <w:t xml:space="preserve">Wilko Maas, responsabile della flotta autocarri della catena di supermercati Jumbo, </w:t>
      </w:r>
      <w:r w:rsidRPr="00BB5EA6">
        <w:rPr>
          <w:sz w:val="22"/>
        </w:rPr>
        <w:t>continua: “In Jumbo ci impegniamo a proteggere la natura e a ridurre il nostro impatto ambientale. Il nostro obiettivo è la neutralità delle emissioni di CO2 entro il 2030. Rifornire i negozi e consegnare generi alimentari è il nostro lavoro di ogni giorno. Lavoriamo costantemente per ridurre al minimo il consumo di energia e la nostra impronta di carbonio, per questo siamo molto interessati a partecipare allo sviluppo di un autocarro elettrico per le consegne dell'ultimo miglio nei centri urbani. Ci aspettiamo che altre città, come Amsterdam, creino zone a emissioni zero entro il 2025. La consegna all'ultimo miglio sarà essenziale per continuare a rifornire i nostri negozi nel modo più ecosostenibile e sicuro possibile. Il progetto pilota Oxygen ci darà l'esperienza necessaria per essere pronti per il futuro”.</w:t>
      </w:r>
      <w:r>
        <w:rPr>
          <w:sz w:val="22"/>
        </w:rPr>
        <w:t> </w:t>
      </w:r>
    </w:p>
    <w:p w14:paraId="3E3CCEB7" w14:textId="77777777" w:rsidR="00F2569C" w:rsidRPr="00F2569C" w:rsidRDefault="00F2569C" w:rsidP="00F2569C">
      <w:pPr>
        <w:spacing w:line="276" w:lineRule="auto"/>
        <w:rPr>
          <w:sz w:val="22"/>
          <w:szCs w:val="22"/>
          <w:lang w:val="fr-FR"/>
        </w:rPr>
      </w:pPr>
    </w:p>
    <w:p w14:paraId="5EEFB147" w14:textId="0DDB5A40" w:rsidR="00FE5098" w:rsidRDefault="00C15667" w:rsidP="00173F45">
      <w:pPr>
        <w:spacing w:line="276" w:lineRule="auto"/>
        <w:rPr>
          <w:sz w:val="22"/>
          <w:szCs w:val="22"/>
        </w:rPr>
      </w:pPr>
      <w:r>
        <w:rPr>
          <w:sz w:val="22"/>
        </w:rPr>
        <w:t>Erwin Keizer, Direttore finanziario di SVZ, azienda specializzata in soluzioni per il trasporto urbano, è soddisfatto di questo progetto: “In SVZ siamo impegnati ad aiutare i nostri clienti a continuare in questa direzione. Con l’autocarro Oxygen ci muoviamo verso il futuro del trasporto a emissioni zero, creando anche un modo più sicuro di consegnare le merci.”</w:t>
      </w:r>
    </w:p>
    <w:p w14:paraId="4D269A14" w14:textId="77777777" w:rsidR="00D50ADC" w:rsidRPr="00BB5EA6" w:rsidRDefault="00D50ADC" w:rsidP="00173F45">
      <w:pPr>
        <w:spacing w:line="276" w:lineRule="auto"/>
        <w:rPr>
          <w:sz w:val="22"/>
          <w:szCs w:val="22"/>
          <w:lang w:val="es-419"/>
        </w:rPr>
      </w:pPr>
    </w:p>
    <w:p w14:paraId="3F7CFEEE" w14:textId="18967413" w:rsidR="00173F45" w:rsidRPr="004A1B47" w:rsidRDefault="00173F45" w:rsidP="00173F45">
      <w:pPr>
        <w:spacing w:line="276" w:lineRule="auto"/>
        <w:rPr>
          <w:sz w:val="22"/>
          <w:szCs w:val="22"/>
        </w:rPr>
      </w:pPr>
      <w:r>
        <w:rPr>
          <w:sz w:val="22"/>
        </w:rPr>
        <w:t xml:space="preserve">Il prototipo è stato realizzato nello stabilimento francese di Renault Trucks a Blainville sur Orne, il primo stabilimento europeo a produrre autocarri elettrici di serie dal 2020.  </w:t>
      </w:r>
    </w:p>
    <w:p w14:paraId="394CBD7D" w14:textId="77777777" w:rsidR="00173F45" w:rsidRPr="00BB5EA6" w:rsidRDefault="00173F45" w:rsidP="00173F45">
      <w:pPr>
        <w:spacing w:line="276" w:lineRule="auto"/>
        <w:rPr>
          <w:sz w:val="22"/>
          <w:szCs w:val="22"/>
          <w:lang w:val="es-419"/>
        </w:rPr>
      </w:pPr>
    </w:p>
    <w:p w14:paraId="6BBF368A" w14:textId="77777777" w:rsidR="00986139" w:rsidRPr="00BB5EA6" w:rsidRDefault="00986139" w:rsidP="00173F45">
      <w:pPr>
        <w:spacing w:line="276" w:lineRule="auto"/>
        <w:rPr>
          <w:sz w:val="22"/>
          <w:szCs w:val="22"/>
          <w:lang w:val="es-419"/>
        </w:rPr>
      </w:pPr>
    </w:p>
    <w:p w14:paraId="4BE48107" w14:textId="5927802F" w:rsidR="00173F45" w:rsidRPr="004A1B47" w:rsidRDefault="00BD500E" w:rsidP="00BD500E">
      <w:pPr>
        <w:pStyle w:val="ListParagraph"/>
        <w:numPr>
          <w:ilvl w:val="0"/>
          <w:numId w:val="22"/>
        </w:numPr>
        <w:spacing w:line="276" w:lineRule="auto"/>
        <w:rPr>
          <w:b/>
          <w:bCs/>
          <w:sz w:val="24"/>
          <w:szCs w:val="24"/>
        </w:rPr>
      </w:pPr>
      <w:r>
        <w:rPr>
          <w:b/>
          <w:sz w:val="24"/>
        </w:rPr>
        <w:t>Un veicolo adatto alle restrizioni e agli impieghi della distribuzione urbana</w:t>
      </w:r>
    </w:p>
    <w:p w14:paraId="1836C46F" w14:textId="77777777" w:rsidR="00173F45" w:rsidRPr="00BB5EA6" w:rsidRDefault="00173F45" w:rsidP="00173F45">
      <w:pPr>
        <w:spacing w:line="276" w:lineRule="auto"/>
        <w:rPr>
          <w:color w:val="FF0000"/>
          <w:sz w:val="28"/>
          <w:szCs w:val="28"/>
          <w:lang w:val="es-419"/>
        </w:rPr>
      </w:pPr>
    </w:p>
    <w:p w14:paraId="081A9677" w14:textId="1AB5FA6E" w:rsidR="00173F45" w:rsidRPr="004A1B47" w:rsidRDefault="00173F45" w:rsidP="00173F45">
      <w:pPr>
        <w:spacing w:line="276" w:lineRule="auto"/>
        <w:rPr>
          <w:sz w:val="22"/>
          <w:szCs w:val="22"/>
        </w:rPr>
      </w:pPr>
      <w:r>
        <w:rPr>
          <w:sz w:val="22"/>
        </w:rPr>
        <w:t>Oxygen è stato sviluppato da Renault Trucks e da 17 partner. È stato progettato specificamente per circolare nelle aree urbane, combinando sicurezza, comfort e modernità.</w:t>
      </w:r>
    </w:p>
    <w:p w14:paraId="17B20706" w14:textId="77777777" w:rsidR="00173F45" w:rsidRPr="00BB5EA6" w:rsidRDefault="00173F45" w:rsidP="00173F45">
      <w:pPr>
        <w:spacing w:line="276" w:lineRule="auto"/>
        <w:rPr>
          <w:sz w:val="20"/>
          <w:lang w:val="en-US"/>
        </w:rPr>
      </w:pPr>
    </w:p>
    <w:p w14:paraId="2BA0D30C" w14:textId="450B9338" w:rsidR="005E3188" w:rsidRPr="004A1B47" w:rsidRDefault="009D6F6F" w:rsidP="005E3188">
      <w:pPr>
        <w:pStyle w:val="ListParagraph"/>
        <w:numPr>
          <w:ilvl w:val="0"/>
          <w:numId w:val="23"/>
        </w:numPr>
        <w:spacing w:line="276" w:lineRule="auto"/>
        <w:ind w:left="360"/>
        <w:rPr>
          <w:sz w:val="22"/>
          <w:szCs w:val="22"/>
        </w:rPr>
      </w:pPr>
      <w:r>
        <w:rPr>
          <w:sz w:val="22"/>
        </w:rPr>
        <w:t>Per maggiore visibilità e sicurezza, Oxygen è dotato di una cabina ribassata e di un grande parabrezza, che offre al conducente un'eccellente visuale diretta sugli utenti della strada. Diverse telecamere sostituiscono gli specchietti retrovisori per offrire una visuale a 360°, con un miglioramento significativo della visione posteriore e il rilevamento di pedoni ed altri utenti della strada vulnerabili nell'angolo cieco.</w:t>
      </w:r>
    </w:p>
    <w:p w14:paraId="13B3ADD0" w14:textId="77777777" w:rsidR="005E3188" w:rsidRPr="00BB5EA6" w:rsidRDefault="005E3188" w:rsidP="005E3188">
      <w:pPr>
        <w:pStyle w:val="ListParagraph"/>
        <w:spacing w:line="276" w:lineRule="auto"/>
        <w:ind w:left="360"/>
        <w:rPr>
          <w:sz w:val="22"/>
          <w:szCs w:val="22"/>
          <w:lang w:val="es-419"/>
        </w:rPr>
      </w:pPr>
    </w:p>
    <w:p w14:paraId="0F41D27A" w14:textId="77777777" w:rsidR="009E6888" w:rsidRDefault="00280828" w:rsidP="009E6888">
      <w:pPr>
        <w:pStyle w:val="ListParagraph"/>
        <w:numPr>
          <w:ilvl w:val="0"/>
          <w:numId w:val="23"/>
        </w:numPr>
        <w:spacing w:line="276" w:lineRule="auto"/>
        <w:ind w:left="360"/>
        <w:rPr>
          <w:sz w:val="22"/>
          <w:szCs w:val="22"/>
        </w:rPr>
      </w:pPr>
      <w:r>
        <w:rPr>
          <w:sz w:val="22"/>
        </w:rPr>
        <w:lastRenderedPageBreak/>
        <w:t>Per migliorare il comfort e la sicurezza del conducente è stata montata una porta scorrevole sul lato passeggero, che evita i rischi associati all'apertura di una porta tradizionale. Il conducente può entrare e uscire dal veicolo sia da destra che da sinistra. Anche l'ingresso e l'uscita dall’autocarro sono facilitati dall’altezza ridotta della cabina.</w:t>
      </w:r>
    </w:p>
    <w:p w14:paraId="068AA430" w14:textId="77777777" w:rsidR="009E6888" w:rsidRPr="00BB5EA6" w:rsidRDefault="009E6888" w:rsidP="009E6888">
      <w:pPr>
        <w:pStyle w:val="ListParagraph"/>
        <w:rPr>
          <w:rFonts w:eastAsiaTheme="minorEastAsia"/>
          <w:sz w:val="22"/>
          <w:szCs w:val="22"/>
          <w:lang w:val="es-419"/>
        </w:rPr>
      </w:pPr>
    </w:p>
    <w:p w14:paraId="6C01F928" w14:textId="6D016EEE" w:rsidR="00504ED4" w:rsidRPr="009E6888" w:rsidRDefault="413AB12F" w:rsidP="009E6888">
      <w:pPr>
        <w:pStyle w:val="ListParagraph"/>
        <w:numPr>
          <w:ilvl w:val="0"/>
          <w:numId w:val="23"/>
        </w:numPr>
        <w:spacing w:line="276" w:lineRule="auto"/>
        <w:ind w:left="360"/>
        <w:rPr>
          <w:sz w:val="22"/>
          <w:szCs w:val="22"/>
        </w:rPr>
      </w:pPr>
      <w:r>
        <w:rPr>
          <w:sz w:val="22"/>
        </w:rPr>
        <w:t xml:space="preserve">Per garantire la perfetta conservazione della freschezza degli alimenti trasportati, il veicolo è dotato di una cassa isotermica a temperatura controllata, adatta al trasporto di 25 carrelli. </w:t>
      </w:r>
    </w:p>
    <w:p w14:paraId="44F16E7B" w14:textId="77777777" w:rsidR="007A6093" w:rsidRPr="00BB5EA6" w:rsidRDefault="007A6093" w:rsidP="007A6093">
      <w:pPr>
        <w:pStyle w:val="ListParagraph"/>
        <w:spacing w:line="276" w:lineRule="auto"/>
        <w:rPr>
          <w:sz w:val="22"/>
          <w:szCs w:val="22"/>
          <w:lang w:val="es-419"/>
        </w:rPr>
      </w:pPr>
    </w:p>
    <w:p w14:paraId="035D4A26" w14:textId="3EFF879A" w:rsidR="00173F45" w:rsidRDefault="00672C5E" w:rsidP="007356EC">
      <w:pPr>
        <w:pStyle w:val="ListParagraph"/>
        <w:numPr>
          <w:ilvl w:val="0"/>
          <w:numId w:val="23"/>
        </w:numPr>
        <w:spacing w:line="276" w:lineRule="auto"/>
        <w:ind w:left="360"/>
        <w:rPr>
          <w:sz w:val="22"/>
          <w:szCs w:val="22"/>
        </w:rPr>
      </w:pPr>
      <w:r>
        <w:rPr>
          <w:sz w:val="22"/>
        </w:rPr>
        <w:t>Infine, per garantire la perfetta integrazione nel paesaggio urbano e per migliorare il comfort del conducente, le linee esterne dell’autocarro e gli interni della cabina sono stati completamente ridisegnati.</w:t>
      </w:r>
      <w:r>
        <w:rPr>
          <w:sz w:val="22"/>
        </w:rPr>
        <w:br/>
      </w:r>
    </w:p>
    <w:p w14:paraId="4C4BE156" w14:textId="77777777" w:rsidR="004A1B47" w:rsidRPr="00BB5EA6" w:rsidRDefault="004A1B47" w:rsidP="004A1B47">
      <w:pPr>
        <w:pStyle w:val="ListParagraph"/>
        <w:rPr>
          <w:sz w:val="22"/>
          <w:szCs w:val="22"/>
          <w:lang w:val="es-419"/>
        </w:rPr>
      </w:pPr>
    </w:p>
    <w:p w14:paraId="3F1AB8C4" w14:textId="77777777" w:rsidR="004A1B47" w:rsidRPr="00BB5EA6" w:rsidRDefault="004A1B47" w:rsidP="004A1B47">
      <w:pPr>
        <w:spacing w:line="276" w:lineRule="auto"/>
        <w:rPr>
          <w:sz w:val="22"/>
          <w:szCs w:val="22"/>
          <w:lang w:val="es-419"/>
        </w:rPr>
      </w:pPr>
    </w:p>
    <w:p w14:paraId="477E4299" w14:textId="77777777" w:rsidR="004A1B47" w:rsidRPr="00BB5EA6" w:rsidRDefault="004A1B47" w:rsidP="004A1B47">
      <w:pPr>
        <w:spacing w:line="276" w:lineRule="auto"/>
        <w:rPr>
          <w:sz w:val="22"/>
          <w:szCs w:val="22"/>
          <w:lang w:val="es-419"/>
        </w:rPr>
      </w:pPr>
    </w:p>
    <w:p w14:paraId="0FE0F505" w14:textId="77777777" w:rsidR="004A1B47" w:rsidRPr="00BB5EA6" w:rsidRDefault="004A1B47" w:rsidP="004A1B47">
      <w:pPr>
        <w:spacing w:line="276" w:lineRule="auto"/>
        <w:rPr>
          <w:sz w:val="22"/>
          <w:szCs w:val="22"/>
          <w:lang w:val="es-419"/>
        </w:rPr>
      </w:pPr>
    </w:p>
    <w:p w14:paraId="18E42302" w14:textId="77777777" w:rsidR="00245491" w:rsidRPr="00BB5EA6" w:rsidRDefault="00245491" w:rsidP="00245491">
      <w:pPr>
        <w:spacing w:line="276" w:lineRule="auto"/>
        <w:rPr>
          <w:sz w:val="22"/>
          <w:szCs w:val="22"/>
          <w:lang w:val="es-419"/>
        </w:rPr>
      </w:pPr>
    </w:p>
    <w:p w14:paraId="2CF24449" w14:textId="5BCBA387" w:rsidR="00173F45" w:rsidRPr="004A1B47" w:rsidRDefault="00173F45" w:rsidP="00943387">
      <w:pPr>
        <w:pStyle w:val="ListParagraph"/>
        <w:numPr>
          <w:ilvl w:val="0"/>
          <w:numId w:val="22"/>
        </w:numPr>
        <w:spacing w:line="276" w:lineRule="auto"/>
        <w:rPr>
          <w:b/>
          <w:bCs/>
          <w:sz w:val="24"/>
          <w:szCs w:val="24"/>
        </w:rPr>
      </w:pPr>
      <w:r>
        <w:rPr>
          <w:b/>
          <w:sz w:val="24"/>
        </w:rPr>
        <w:t>Caratteristiche tecniche del veicolo</w:t>
      </w:r>
    </w:p>
    <w:p w14:paraId="65326C00" w14:textId="77777777" w:rsidR="00173F45" w:rsidRPr="004A1B47" w:rsidRDefault="00173F45" w:rsidP="00173F45">
      <w:pPr>
        <w:pStyle w:val="ListParagraph"/>
        <w:rPr>
          <w:sz w:val="22"/>
          <w:szCs w:val="22"/>
          <w:lang w:val="fr-FR"/>
        </w:rPr>
      </w:pPr>
    </w:p>
    <w:p w14:paraId="21E7FEA4" w14:textId="1F7739AB" w:rsidR="004A1B47" w:rsidRDefault="00C35228" w:rsidP="004A1B47">
      <w:pPr>
        <w:pStyle w:val="ListParagraph"/>
        <w:numPr>
          <w:ilvl w:val="0"/>
          <w:numId w:val="24"/>
        </w:numPr>
        <w:spacing w:line="276" w:lineRule="auto"/>
        <w:rPr>
          <w:sz w:val="22"/>
          <w:szCs w:val="22"/>
        </w:rPr>
      </w:pPr>
      <w:r>
        <w:rPr>
          <w:sz w:val="22"/>
        </w:rPr>
        <w:t>PTAC: 26 t</w:t>
      </w:r>
    </w:p>
    <w:p w14:paraId="5A6620C7" w14:textId="6A6634BE" w:rsidR="00173F45" w:rsidRDefault="00173F45" w:rsidP="004A1B47">
      <w:pPr>
        <w:pStyle w:val="ListParagraph"/>
        <w:numPr>
          <w:ilvl w:val="0"/>
          <w:numId w:val="24"/>
        </w:numPr>
        <w:spacing w:line="276" w:lineRule="auto"/>
        <w:rPr>
          <w:sz w:val="22"/>
          <w:szCs w:val="22"/>
        </w:rPr>
      </w:pPr>
      <w:r>
        <w:rPr>
          <w:sz w:val="22"/>
        </w:rPr>
        <w:t>Telaio: 6x2</w:t>
      </w:r>
    </w:p>
    <w:p w14:paraId="37B343EC" w14:textId="77777777" w:rsidR="003D6541" w:rsidRDefault="00C35228" w:rsidP="003D6541">
      <w:pPr>
        <w:pStyle w:val="ListParagraph"/>
        <w:numPr>
          <w:ilvl w:val="0"/>
          <w:numId w:val="24"/>
        </w:numPr>
        <w:spacing w:line="276" w:lineRule="auto"/>
        <w:rPr>
          <w:sz w:val="22"/>
          <w:szCs w:val="22"/>
        </w:rPr>
      </w:pPr>
      <w:r>
        <w:rPr>
          <w:sz w:val="22"/>
        </w:rPr>
        <w:t>Dimensioni: 10 m (l) x 2,6 m (L) x 3,8 m (h)</w:t>
      </w:r>
    </w:p>
    <w:p w14:paraId="7E6F9E3F" w14:textId="16438789" w:rsidR="00C35228" w:rsidRPr="003D6541" w:rsidRDefault="00C35228" w:rsidP="003D6541">
      <w:pPr>
        <w:pStyle w:val="ListParagraph"/>
        <w:numPr>
          <w:ilvl w:val="0"/>
          <w:numId w:val="24"/>
        </w:numPr>
        <w:spacing w:line="276" w:lineRule="auto"/>
        <w:rPr>
          <w:sz w:val="22"/>
          <w:szCs w:val="22"/>
        </w:rPr>
      </w:pPr>
      <w:r>
        <w:rPr>
          <w:sz w:val="22"/>
        </w:rPr>
        <w:t xml:space="preserve">Interasse: </w:t>
      </w:r>
      <w:r>
        <w:rPr>
          <w:rStyle w:val="normaltextrun"/>
          <w:rFonts w:ascii="Arial" w:hAnsi="Arial"/>
          <w:color w:val="000000"/>
          <w:sz w:val="22"/>
          <w:shd w:val="clear" w:color="auto" w:fill="FFFFFF"/>
        </w:rPr>
        <w:t>4600 mm</w:t>
      </w:r>
    </w:p>
    <w:p w14:paraId="10ACD1B9" w14:textId="1837E1A2" w:rsidR="00173F45" w:rsidRPr="004A1B47" w:rsidRDefault="00C35228" w:rsidP="004A1B47">
      <w:pPr>
        <w:pStyle w:val="ListParagraph"/>
        <w:numPr>
          <w:ilvl w:val="0"/>
          <w:numId w:val="24"/>
        </w:numPr>
        <w:spacing w:line="276" w:lineRule="auto"/>
        <w:rPr>
          <w:sz w:val="22"/>
          <w:szCs w:val="22"/>
        </w:rPr>
      </w:pPr>
      <w:r>
        <w:rPr>
          <w:sz w:val="22"/>
        </w:rPr>
        <w:t xml:space="preserve">Carrozzeria: Unità frigorifera integrata nel telaio, adatta ai carrelli dei supermercati </w:t>
      </w:r>
    </w:p>
    <w:p w14:paraId="42626B7C" w14:textId="77777777" w:rsidR="00C35228" w:rsidRPr="00C35228" w:rsidRDefault="004A1B47" w:rsidP="004A1B47">
      <w:pPr>
        <w:pStyle w:val="ListParagraph"/>
        <w:numPr>
          <w:ilvl w:val="0"/>
          <w:numId w:val="24"/>
        </w:numPr>
        <w:spacing w:line="276" w:lineRule="auto"/>
        <w:rPr>
          <w:sz w:val="22"/>
          <w:szCs w:val="22"/>
        </w:rPr>
      </w:pPr>
      <w:r>
        <w:rPr>
          <w:rFonts w:ascii="Arial" w:hAnsi="Arial"/>
          <w:sz w:val="22"/>
        </w:rPr>
        <w:t>Capacità batterie: 3 x 94 kWh, ossia 282 kWh</w:t>
      </w:r>
    </w:p>
    <w:p w14:paraId="50F65E67" w14:textId="7184D499" w:rsidR="00173F45" w:rsidRPr="004A1B47" w:rsidRDefault="00C35228" w:rsidP="004A1B47">
      <w:pPr>
        <w:pStyle w:val="ListParagraph"/>
        <w:numPr>
          <w:ilvl w:val="0"/>
          <w:numId w:val="24"/>
        </w:numPr>
        <w:spacing w:line="276" w:lineRule="auto"/>
        <w:rPr>
          <w:sz w:val="22"/>
          <w:szCs w:val="22"/>
        </w:rPr>
      </w:pPr>
      <w:r>
        <w:rPr>
          <w:sz w:val="22"/>
        </w:rPr>
        <w:t>150 km di autonomia, adatto per le consegne giornaliere di SVZ per Jumbo ad Amsterdam</w:t>
      </w:r>
    </w:p>
    <w:p w14:paraId="184C8339" w14:textId="77777777" w:rsidR="006554CF" w:rsidRPr="00BB5EA6" w:rsidRDefault="006554CF">
      <w:pPr>
        <w:rPr>
          <w:b/>
          <w:bCs/>
          <w:sz w:val="18"/>
          <w:szCs w:val="18"/>
          <w:lang w:val="en-US"/>
        </w:rPr>
      </w:pPr>
    </w:p>
    <w:p w14:paraId="6A053DBC" w14:textId="77777777" w:rsidR="002242E6" w:rsidRPr="00BB5EA6" w:rsidRDefault="002242E6">
      <w:pPr>
        <w:rPr>
          <w:b/>
          <w:bCs/>
          <w:sz w:val="18"/>
          <w:szCs w:val="18"/>
          <w:lang w:val="en-US"/>
        </w:rPr>
      </w:pPr>
    </w:p>
    <w:p w14:paraId="76A78B11" w14:textId="77777777" w:rsidR="002655EE" w:rsidRPr="00BB5EA6" w:rsidRDefault="002655EE">
      <w:pPr>
        <w:rPr>
          <w:b/>
          <w:bCs/>
          <w:sz w:val="18"/>
          <w:szCs w:val="18"/>
          <w:lang w:val="en-US"/>
        </w:rPr>
      </w:pPr>
    </w:p>
    <w:p w14:paraId="1A218405" w14:textId="77777777" w:rsidR="004B728A" w:rsidRPr="00BB5EA6" w:rsidRDefault="004B728A" w:rsidP="004C3220">
      <w:pPr>
        <w:rPr>
          <w:b/>
          <w:bCs/>
          <w:sz w:val="18"/>
          <w:szCs w:val="18"/>
          <w:lang w:val="en-US"/>
        </w:rPr>
      </w:pPr>
    </w:p>
    <w:p w14:paraId="2A8D3767" w14:textId="77777777" w:rsidR="00A816AE" w:rsidRPr="00BB5EA6" w:rsidRDefault="00A816AE" w:rsidP="004C3220">
      <w:pPr>
        <w:rPr>
          <w:b/>
          <w:bCs/>
          <w:sz w:val="18"/>
          <w:szCs w:val="18"/>
          <w:lang w:val="en-US"/>
        </w:rPr>
      </w:pPr>
    </w:p>
    <w:p w14:paraId="65DACC50" w14:textId="77777777" w:rsidR="007A7DD9" w:rsidRPr="00B56B88" w:rsidRDefault="007A7DD9" w:rsidP="007A7DD9">
      <w:pPr>
        <w:rPr>
          <w:b/>
          <w:bCs/>
          <w:sz w:val="18"/>
          <w:szCs w:val="18"/>
        </w:rPr>
      </w:pPr>
      <w:r>
        <w:rPr>
          <w:b/>
          <w:sz w:val="18"/>
        </w:rPr>
        <w:t xml:space="preserve">Informazioni sui supermercati Jumbo </w:t>
      </w:r>
    </w:p>
    <w:p w14:paraId="63A7CF25" w14:textId="77777777" w:rsidR="000041DA" w:rsidRPr="00BB5EA6" w:rsidRDefault="000041DA" w:rsidP="007A7DD9">
      <w:pPr>
        <w:rPr>
          <w:b/>
          <w:bCs/>
          <w:sz w:val="18"/>
          <w:szCs w:val="18"/>
          <w:lang w:val="es-419"/>
        </w:rPr>
      </w:pPr>
    </w:p>
    <w:p w14:paraId="4A722B94" w14:textId="5A47D06E" w:rsidR="004A1B47" w:rsidRDefault="007A7DD9" w:rsidP="007A7DD9">
      <w:pPr>
        <w:rPr>
          <w:sz w:val="18"/>
          <w:szCs w:val="18"/>
        </w:rPr>
      </w:pPr>
      <w:r>
        <w:rPr>
          <w:sz w:val="18"/>
        </w:rPr>
        <w:t>Jumbo è un'impresa a conduzione familiare con una grande storia, nata nel 1921 come grossista di prodotti alimentari e cresciuta vertiginosamente. Oggi è la seconda più grande catena di supermercati dei Paesi Bassi e serve milioni di clienti ogni settimana in oltre 700 punti vendita e online su Jumbo.com e sull'app Jumbo. Dal 2019 Jumbo è presente anche in Belgio con oltre trenta supermercati. In tutti i suoi supermercati e online, Jumbo è sinonimo di prezzi bassi, qualità e accoglienza. I clienti possono contare sulle 7 garanzie riconosciute dell’insegna.</w:t>
      </w:r>
    </w:p>
    <w:p w14:paraId="62A64ACA" w14:textId="77777777" w:rsidR="00AA0E77" w:rsidRPr="00BB5EA6" w:rsidRDefault="00AA0E77" w:rsidP="007A7DD9">
      <w:pPr>
        <w:rPr>
          <w:sz w:val="18"/>
          <w:szCs w:val="18"/>
        </w:rPr>
      </w:pPr>
    </w:p>
    <w:p w14:paraId="0EE93488" w14:textId="37EBBB90" w:rsidR="00AA0E77" w:rsidRPr="00AA0E77" w:rsidRDefault="00AA0E77" w:rsidP="007A7DD9">
      <w:pPr>
        <w:rPr>
          <w:sz w:val="18"/>
          <w:szCs w:val="18"/>
        </w:rPr>
      </w:pPr>
      <w:r w:rsidRPr="00BB5EA6">
        <w:t>Per la qualità della vita delle generazioni future, Jumbo si impegna ad agire nell'interesse delle persone, degli animali e della natura. La politica di responsabilità sociale dell'impresa familiare si concentra quindi su questioni importanti come il legame con la comunità locale, la fornitura di alimenti sani, catene di approvvigionamento sostenibili, un ambiente migliore e il fatto di essere sempre un datore di lavoro equo e rispettoso. Insieme a clienti, dipendenti, imprenditori, fornitori e partner, Jumbo contribuisce ad affrontare queste importanti sfide sociali. Per maggiori informazioni su tutte le nostre attività di RSI, visitare il nostro sito web.</w:t>
      </w:r>
    </w:p>
    <w:p w14:paraId="7401A1DC" w14:textId="77777777" w:rsidR="00B56B88" w:rsidRPr="00BB5EA6" w:rsidRDefault="00B56B88" w:rsidP="007A7DD9">
      <w:pPr>
        <w:rPr>
          <w:sz w:val="18"/>
          <w:szCs w:val="18"/>
          <w:highlight w:val="yellow"/>
        </w:rPr>
      </w:pPr>
    </w:p>
    <w:p w14:paraId="1E5F626E" w14:textId="77777777" w:rsidR="00A816AE" w:rsidRPr="00BB5EA6" w:rsidRDefault="00A816AE" w:rsidP="00A816AE">
      <w:pPr>
        <w:rPr>
          <w:b/>
          <w:bCs/>
          <w:sz w:val="18"/>
          <w:szCs w:val="18"/>
          <w:highlight w:val="yellow"/>
        </w:rPr>
      </w:pPr>
    </w:p>
    <w:p w14:paraId="66BE1095" w14:textId="77777777" w:rsidR="00672310" w:rsidRPr="00B56B88" w:rsidRDefault="00672310" w:rsidP="00672310">
      <w:pPr>
        <w:rPr>
          <w:b/>
          <w:bCs/>
          <w:sz w:val="18"/>
          <w:szCs w:val="18"/>
        </w:rPr>
      </w:pPr>
      <w:r>
        <w:rPr>
          <w:b/>
          <w:sz w:val="18"/>
        </w:rPr>
        <w:t>Informazioni su SVZ</w:t>
      </w:r>
    </w:p>
    <w:p w14:paraId="248F20A9" w14:textId="77777777" w:rsidR="00672310" w:rsidRPr="00BB5EA6" w:rsidRDefault="00672310" w:rsidP="00672310">
      <w:pPr>
        <w:rPr>
          <w:b/>
          <w:bCs/>
          <w:i/>
          <w:iCs/>
          <w:sz w:val="18"/>
          <w:szCs w:val="18"/>
          <w:lang w:val="es-419"/>
        </w:rPr>
      </w:pPr>
    </w:p>
    <w:p w14:paraId="5FE1861C" w14:textId="7352A57C" w:rsidR="004A1B47" w:rsidRPr="00193DC6" w:rsidRDefault="00672310" w:rsidP="00672310">
      <w:pPr>
        <w:rPr>
          <w:rFonts w:ascii="Arial" w:hAnsi="Arial" w:cs="Arial"/>
          <w:sz w:val="18"/>
          <w:szCs w:val="18"/>
        </w:rPr>
      </w:pPr>
      <w:r>
        <w:rPr>
          <w:rFonts w:ascii="Arial" w:hAnsi="Arial"/>
          <w:sz w:val="18"/>
        </w:rPr>
        <w:t xml:space="preserve">SVZ è un'azienda di trasporti nata da due imprese familiari, entrambe con una lunga esperienza nel settore dell’autotrasporto. La loro fusione si basa su valori condivisi di sostenibilità, professionalità, visione </w:t>
      </w:r>
      <w:r>
        <w:rPr>
          <w:rFonts w:ascii="Arial" w:hAnsi="Arial"/>
          <w:sz w:val="18"/>
        </w:rPr>
        <w:lastRenderedPageBreak/>
        <w:t>lungimirante e impegno per la qualità. I valori fondamentali dell'azienda - collaborazione, dinamismo e fiducia - sono i principi guida di tutte le attività di SVZ e costituiscono la base della crescita continua condivisa con i clienti. SVZ dispone di una rete di partner in tutti i Paesi Bassi e rimane un operatore importante nel Benelux, nel nord della Francia e nella Germania ovest. Con una flotta di 1.100 motrici, più di 1.800 rimorchi e semirimorchi, 100.000 mq di aree di stoccaggio e un team di oltre 1.500 dipendenti impegnati, competenze interne e attenzione alla qualità, SVZ è in grado di soddisfare i clienti di oggi e di domani.</w:t>
      </w:r>
    </w:p>
    <w:p w14:paraId="77175E1A" w14:textId="77777777" w:rsidR="00A816AE" w:rsidRPr="00BB5EA6" w:rsidRDefault="00A816AE" w:rsidP="004C3220">
      <w:pPr>
        <w:rPr>
          <w:rFonts w:ascii="Arial" w:hAnsi="Arial" w:cs="Arial"/>
          <w:sz w:val="18"/>
          <w:szCs w:val="18"/>
        </w:rPr>
      </w:pPr>
    </w:p>
    <w:p w14:paraId="19BDAA9A" w14:textId="77777777" w:rsidR="00A816AE" w:rsidRPr="00BB5EA6" w:rsidRDefault="00A816AE" w:rsidP="004C3220">
      <w:pPr>
        <w:rPr>
          <w:b/>
          <w:bCs/>
          <w:i/>
          <w:iCs/>
          <w:sz w:val="18"/>
          <w:szCs w:val="18"/>
        </w:rPr>
      </w:pPr>
    </w:p>
    <w:p w14:paraId="44E3EAEE" w14:textId="74207831" w:rsidR="004C3220" w:rsidRPr="00BB5EA6" w:rsidRDefault="004C3220" w:rsidP="004C3220">
      <w:pPr>
        <w:rPr>
          <w:b/>
          <w:bCs/>
          <w:i/>
          <w:iCs/>
          <w:sz w:val="18"/>
          <w:szCs w:val="18"/>
        </w:rPr>
      </w:pPr>
      <w:r w:rsidRPr="00BB5EA6">
        <w:rPr>
          <w:b/>
          <w:i/>
          <w:sz w:val="18"/>
          <w:lang w:val="fr-FR"/>
        </w:rPr>
        <w:t>À propos de Renault Trucks</w:t>
      </w:r>
    </w:p>
    <w:p w14:paraId="76B87E5B" w14:textId="77777777" w:rsidR="004C3220" w:rsidRPr="00BB5EA6" w:rsidRDefault="004C3220" w:rsidP="004C3220">
      <w:pPr>
        <w:rPr>
          <w:sz w:val="18"/>
          <w:szCs w:val="18"/>
          <w:lang w:val="fr-FR"/>
        </w:rPr>
      </w:pPr>
    </w:p>
    <w:p w14:paraId="1ED4575B" w14:textId="77777777" w:rsidR="004C3220" w:rsidRPr="00BB5EA6" w:rsidRDefault="004C3220" w:rsidP="004C3220">
      <w:pPr>
        <w:rPr>
          <w:sz w:val="18"/>
          <w:szCs w:val="18"/>
        </w:rPr>
      </w:pPr>
      <w:r w:rsidRPr="00BB5EA6">
        <w:rPr>
          <w:sz w:val="18"/>
          <w:lang w:val="fr-FR"/>
        </w:rPr>
        <w:t>Renault Trucks, constructeur français de camions, fournit aux professionnels de la route depuis 1894, des solutions de mobilité durable, de l’utilitaire léger au tracteur routier. Engagé dans la transition énergétique, Renault Trucks propose des véhicules à la consommation de carburant maîtrisée et une gamme complète de camions 100 % électriques, dont la durée d’exploitation est prolongée grâce à une approche circulaire.</w:t>
      </w:r>
    </w:p>
    <w:p w14:paraId="5327FFEB" w14:textId="77777777" w:rsidR="004C3220" w:rsidRPr="00BB5EA6" w:rsidRDefault="004C3220" w:rsidP="004C3220">
      <w:pPr>
        <w:rPr>
          <w:sz w:val="18"/>
          <w:szCs w:val="18"/>
        </w:rPr>
      </w:pPr>
      <w:r w:rsidRPr="00BB5EA6">
        <w:rPr>
          <w:sz w:val="18"/>
          <w:lang w:val="fr-FR"/>
        </w:rPr>
        <w:t>Renault Trucks fait partie du groupe Volvo, l’un des principaux constructeurs mondiaux de camions, d’autocars et autobus, d’engins de chantier et de moteurs industriels et marins. Le groupe fournit également des solutions complètes de financement et de service.</w:t>
      </w:r>
    </w:p>
    <w:p w14:paraId="4091CD9C" w14:textId="77777777" w:rsidR="004C3220" w:rsidRPr="00BB5EA6" w:rsidRDefault="004C3220" w:rsidP="004C3220">
      <w:pPr>
        <w:rPr>
          <w:sz w:val="18"/>
          <w:szCs w:val="18"/>
          <w:lang w:val="fr-FR"/>
        </w:rPr>
      </w:pPr>
    </w:p>
    <w:p w14:paraId="3489C173" w14:textId="77777777" w:rsidR="004C3220" w:rsidRPr="00BB5EA6" w:rsidRDefault="004C3220" w:rsidP="004C3220">
      <w:pPr>
        <w:rPr>
          <w:b/>
          <w:bCs/>
          <w:i/>
          <w:iCs/>
          <w:sz w:val="18"/>
          <w:szCs w:val="18"/>
        </w:rPr>
      </w:pPr>
      <w:r w:rsidRPr="00BB5EA6">
        <w:rPr>
          <w:b/>
          <w:i/>
          <w:sz w:val="18"/>
          <w:lang w:val="fr-FR"/>
        </w:rPr>
        <w:t>Chiffres clés :</w:t>
      </w:r>
    </w:p>
    <w:p w14:paraId="23CF2236" w14:textId="28B6B8D8" w:rsidR="004C3220" w:rsidRPr="00BB5EA6" w:rsidRDefault="004C3220" w:rsidP="004C3220">
      <w:pPr>
        <w:rPr>
          <w:i/>
          <w:iCs/>
          <w:sz w:val="18"/>
          <w:szCs w:val="18"/>
        </w:rPr>
      </w:pPr>
      <w:r w:rsidRPr="00BB5EA6">
        <w:rPr>
          <w:i/>
          <w:sz w:val="18"/>
          <w:lang w:val="fr-FR"/>
        </w:rPr>
        <w:t>9 400 collaborateurs dans le monde</w:t>
      </w:r>
    </w:p>
    <w:p w14:paraId="5C602564" w14:textId="77777777" w:rsidR="004C3220" w:rsidRPr="00BB5EA6" w:rsidRDefault="004C3220" w:rsidP="004C3220">
      <w:pPr>
        <w:rPr>
          <w:i/>
          <w:iCs/>
          <w:sz w:val="18"/>
          <w:szCs w:val="18"/>
        </w:rPr>
      </w:pPr>
      <w:r w:rsidRPr="00BB5EA6">
        <w:rPr>
          <w:i/>
          <w:sz w:val="18"/>
          <w:lang w:val="fr-FR"/>
        </w:rPr>
        <w:t>4 sites de production en France</w:t>
      </w:r>
    </w:p>
    <w:p w14:paraId="6F875ADF" w14:textId="288AE041" w:rsidR="004C3220" w:rsidRPr="00BB5EA6" w:rsidRDefault="004C3220" w:rsidP="004C3220">
      <w:pPr>
        <w:rPr>
          <w:i/>
          <w:iCs/>
          <w:sz w:val="18"/>
          <w:szCs w:val="18"/>
        </w:rPr>
      </w:pPr>
      <w:r w:rsidRPr="00BB5EA6">
        <w:rPr>
          <w:i/>
          <w:sz w:val="18"/>
          <w:lang w:val="fr-FR"/>
        </w:rPr>
        <w:t>1 500 points de vente et de service</w:t>
      </w:r>
    </w:p>
    <w:p w14:paraId="33B8E76E" w14:textId="2D6128AB" w:rsidR="00D97469" w:rsidRPr="00BB5EA6" w:rsidRDefault="00D97469" w:rsidP="004C3220">
      <w:pPr>
        <w:rPr>
          <w:i/>
          <w:iCs/>
          <w:sz w:val="18"/>
          <w:szCs w:val="18"/>
        </w:rPr>
      </w:pPr>
      <w:r w:rsidRPr="00BB5EA6">
        <w:rPr>
          <w:i/>
          <w:sz w:val="18"/>
        </w:rPr>
        <w:t>70 000 véhicules vendus en 2023</w:t>
      </w:r>
    </w:p>
    <w:p w14:paraId="660E9B10" w14:textId="78E11411" w:rsidR="00B16A44" w:rsidRPr="004A1B47" w:rsidRDefault="00B16A44" w:rsidP="004C3220">
      <w:pPr>
        <w:rPr>
          <w:i/>
          <w:iCs/>
          <w:sz w:val="18"/>
          <w:szCs w:val="18"/>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C3220" w:rsidRPr="003E78A4" w14:paraId="05157BE4" w14:textId="77777777">
        <w:tc>
          <w:tcPr>
            <w:tcW w:w="4678" w:type="dxa"/>
          </w:tcPr>
          <w:p w14:paraId="0101F5F6" w14:textId="77777777" w:rsidR="004C3220" w:rsidRPr="004A1B47" w:rsidRDefault="004C3220">
            <w:pPr>
              <w:rPr>
                <w:b/>
                <w:bCs/>
                <w:color w:val="E3021B" w:themeColor="text2"/>
              </w:rPr>
            </w:pPr>
            <w:r>
              <w:rPr>
                <w:b/>
                <w:color w:val="E3021B" w:themeColor="text2"/>
              </w:rPr>
              <w:t>Per maggiori informazioni, contattare</w:t>
            </w:r>
          </w:p>
          <w:p w14:paraId="43457CA3" w14:textId="4B8350B6" w:rsidR="004C3220" w:rsidRPr="004A1B47" w:rsidRDefault="004C3220">
            <w:pPr>
              <w:rPr>
                <w:b/>
                <w:bCs/>
                <w:color w:val="E3021B" w:themeColor="text2"/>
              </w:rPr>
            </w:pPr>
            <w:r>
              <w:rPr>
                <w:b/>
                <w:color w:val="E3021B" w:themeColor="text2"/>
              </w:rPr>
              <w:t xml:space="preserve"> </w:t>
            </w:r>
          </w:p>
        </w:tc>
        <w:tc>
          <w:tcPr>
            <w:tcW w:w="3815" w:type="dxa"/>
          </w:tcPr>
          <w:p w14:paraId="5BCB61BD" w14:textId="77777777" w:rsidR="004C3220" w:rsidRPr="004A1B47" w:rsidRDefault="004C3220">
            <w:pPr>
              <w:rPr>
                <w:b/>
                <w:bCs/>
                <w:color w:val="494949" w:themeColor="accent4"/>
              </w:rPr>
            </w:pPr>
            <w:r>
              <w:rPr>
                <w:b/>
                <w:color w:val="494949" w:themeColor="accent4"/>
              </w:rPr>
              <w:t>Séveryne Molard</w:t>
            </w:r>
          </w:p>
          <w:p w14:paraId="247183E0" w14:textId="77777777" w:rsidR="004C3220" w:rsidRPr="004A1B47" w:rsidRDefault="004C3220">
            <w:pPr>
              <w:rPr>
                <w:color w:val="494949" w:themeColor="accent4"/>
              </w:rPr>
            </w:pPr>
            <w:r>
              <w:rPr>
                <w:color w:val="494949" w:themeColor="accent4"/>
              </w:rPr>
              <w:t>Tel. +33 (0)4 81 93 09 52</w:t>
            </w:r>
          </w:p>
          <w:p w14:paraId="31DCF7A6" w14:textId="28FF72A6" w:rsidR="004C3220" w:rsidRPr="003E78A4" w:rsidRDefault="0088138F">
            <w:pPr>
              <w:rPr>
                <w:color w:val="494949" w:themeColor="accent4"/>
              </w:rPr>
            </w:pPr>
            <w:hyperlink r:id="rId13" w:history="1">
              <w:r>
                <w:rPr>
                  <w:rStyle w:val="Hyperlink"/>
                  <w:color w:val="494949" w:themeColor="accent4"/>
                </w:rPr>
                <w:t>severyne.molard@renault-trucks.com</w:t>
              </w:r>
            </w:hyperlink>
            <w:r>
              <w:rPr>
                <w:color w:val="494949" w:themeColor="accent4"/>
              </w:rPr>
              <w:t xml:space="preserve"> </w:t>
            </w:r>
          </w:p>
        </w:tc>
      </w:tr>
    </w:tbl>
    <w:p w14:paraId="4C15D841" w14:textId="77777777" w:rsidR="00FB0FB4" w:rsidRPr="004C3220" w:rsidRDefault="00FB0FB4" w:rsidP="00215BC6">
      <w:pPr>
        <w:spacing w:line="276" w:lineRule="auto"/>
        <w:rPr>
          <w:sz w:val="22"/>
          <w:szCs w:val="22"/>
        </w:rPr>
      </w:pPr>
    </w:p>
    <w:sectPr w:rsidR="00FB0FB4" w:rsidRPr="004C3220" w:rsidSect="00AD2B7D">
      <w:footerReference w:type="default" r:id="rId14"/>
      <w:footerReference w:type="first" r:id="rId15"/>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2A6721" w14:textId="77777777" w:rsidR="00011BE1" w:rsidRDefault="00011BE1" w:rsidP="00D41A34">
      <w:r>
        <w:separator/>
      </w:r>
    </w:p>
  </w:endnote>
  <w:endnote w:type="continuationSeparator" w:id="0">
    <w:p w14:paraId="79F0C4AA" w14:textId="77777777" w:rsidR="00011BE1" w:rsidRDefault="00011BE1" w:rsidP="00D41A34">
      <w:r>
        <w:continuationSeparator/>
      </w:r>
    </w:p>
  </w:endnote>
  <w:endnote w:type="continuationNotice" w:id="1">
    <w:p w14:paraId="67F6B2AA" w14:textId="77777777" w:rsidR="00011BE1" w:rsidRDefault="00011B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74624DC7" w:rsidR="00857484" w:rsidRPr="00D41A34" w:rsidRDefault="00857484" w:rsidP="00756A7B">
    <w:pPr>
      <w:pStyle w:val="Footer"/>
      <w:ind w:left="-1020"/>
      <w:rPr>
        <w:bCs/>
      </w:rPr>
    </w:pPr>
    <w:r>
      <w:fldChar w:fldCharType="begin"/>
    </w:r>
    <w:r>
      <w:instrText xml:space="preserve"> If </w:instrText>
    </w:r>
    <w:r>
      <w:fldChar w:fldCharType="begin"/>
    </w:r>
    <w:r>
      <w:instrText xml:space="preserve"> PAGE </w:instrText>
    </w:r>
    <w:r>
      <w:fldChar w:fldCharType="separate"/>
    </w:r>
    <w:r w:rsidR="0088138F">
      <w:rPr>
        <w:noProof/>
      </w:rPr>
      <w:instrText>4</w:instrText>
    </w:r>
    <w:r>
      <w:fldChar w:fldCharType="end"/>
    </w:r>
    <w:r>
      <w:instrText xml:space="preserve"> = </w:instrText>
    </w:r>
    <w:r>
      <w:fldChar w:fldCharType="begin"/>
    </w:r>
    <w:r>
      <w:instrText xml:space="preserve"> NUMPAGES </w:instrText>
    </w:r>
    <w:r>
      <w:fldChar w:fldCharType="separate"/>
    </w:r>
    <w:r w:rsidR="0088138F">
      <w:rPr>
        <w:noProof/>
      </w:rPr>
      <w:instrText>4</w:instrText>
    </w:r>
    <w:r>
      <w:fldChar w:fldCharType="end"/>
    </w:r>
    <w:r>
      <w:instrText>"</w:instrText>
    </w:r>
    <w:r w:rsidRPr="00D41A34">
      <w:instrText>renault-trucks.com</w:instrText>
    </w:r>
    <w:r>
      <w:instrText xml:space="preserve">" "" </w:instrText>
    </w:r>
    <w:r w:rsidR="0088138F">
      <w:fldChar w:fldCharType="separate"/>
    </w:r>
    <w:r w:rsidR="0088138F" w:rsidRPr="00D41A34">
      <w:rPr>
        <w:noProof/>
      </w:rPr>
      <w:t>renault-trucks.com</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89E4D" w14:textId="77777777" w:rsidR="00011BE1" w:rsidRPr="00F00D7B" w:rsidRDefault="00011BE1" w:rsidP="00D41A34">
      <w:pPr>
        <w:rPr>
          <w:sz w:val="14"/>
          <w:szCs w:val="14"/>
        </w:rPr>
      </w:pPr>
    </w:p>
  </w:footnote>
  <w:footnote w:type="continuationSeparator" w:id="0">
    <w:p w14:paraId="7A4D64B0" w14:textId="77777777" w:rsidR="00011BE1" w:rsidRDefault="00011BE1" w:rsidP="00D41A34">
      <w:r>
        <w:continuationSeparator/>
      </w:r>
    </w:p>
  </w:footnote>
  <w:footnote w:type="continuationNotice" w:id="1">
    <w:p w14:paraId="1662B8F6" w14:textId="77777777" w:rsidR="00011BE1" w:rsidRDefault="00011BE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21B41F7"/>
    <w:multiLevelType w:val="hybridMultilevel"/>
    <w:tmpl w:val="2B54A652"/>
    <w:lvl w:ilvl="0" w:tplc="0409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E37C6B"/>
    <w:multiLevelType w:val="hybridMultilevel"/>
    <w:tmpl w:val="E06ABC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55A1AC5"/>
    <w:multiLevelType w:val="hybridMultilevel"/>
    <w:tmpl w:val="45A8D07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BA785F"/>
    <w:multiLevelType w:val="hybridMultilevel"/>
    <w:tmpl w:val="A7922144"/>
    <w:lvl w:ilvl="0" w:tplc="04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20"/>
  </w:num>
  <w:num w:numId="13" w16cid:durableId="1408378821">
    <w:abstractNumId w:val="21"/>
  </w:num>
  <w:num w:numId="14" w16cid:durableId="433094607">
    <w:abstractNumId w:val="10"/>
  </w:num>
  <w:num w:numId="15" w16cid:durableId="684862667">
    <w:abstractNumId w:val="13"/>
  </w:num>
  <w:num w:numId="16" w16cid:durableId="1897667845">
    <w:abstractNumId w:val="23"/>
  </w:num>
  <w:num w:numId="17" w16cid:durableId="2018189348">
    <w:abstractNumId w:val="19"/>
  </w:num>
  <w:num w:numId="18" w16cid:durableId="1073040695">
    <w:abstractNumId w:val="18"/>
  </w:num>
  <w:num w:numId="19" w16cid:durableId="763384025">
    <w:abstractNumId w:val="22"/>
  </w:num>
  <w:num w:numId="20" w16cid:durableId="747922292">
    <w:abstractNumId w:val="16"/>
  </w:num>
  <w:num w:numId="21" w16cid:durableId="1929535894">
    <w:abstractNumId w:val="14"/>
  </w:num>
  <w:num w:numId="22" w16cid:durableId="509878057">
    <w:abstractNumId w:val="15"/>
  </w:num>
  <w:num w:numId="23" w16cid:durableId="463042275">
    <w:abstractNumId w:val="17"/>
  </w:num>
  <w:num w:numId="24" w16cid:durableId="14860484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43"/>
    <w:rsid w:val="000012E3"/>
    <w:rsid w:val="00001726"/>
    <w:rsid w:val="00002603"/>
    <w:rsid w:val="000041DA"/>
    <w:rsid w:val="00004CD6"/>
    <w:rsid w:val="00005B89"/>
    <w:rsid w:val="00005FD7"/>
    <w:rsid w:val="00011777"/>
    <w:rsid w:val="00011B7A"/>
    <w:rsid w:val="00011B8E"/>
    <w:rsid w:val="00011BE1"/>
    <w:rsid w:val="00014458"/>
    <w:rsid w:val="000170A5"/>
    <w:rsid w:val="000178D2"/>
    <w:rsid w:val="00022E9E"/>
    <w:rsid w:val="00023EE8"/>
    <w:rsid w:val="00024657"/>
    <w:rsid w:val="00024FB6"/>
    <w:rsid w:val="00027394"/>
    <w:rsid w:val="0002742F"/>
    <w:rsid w:val="00027C0A"/>
    <w:rsid w:val="00030667"/>
    <w:rsid w:val="000316ED"/>
    <w:rsid w:val="00031AF0"/>
    <w:rsid w:val="00033941"/>
    <w:rsid w:val="00034630"/>
    <w:rsid w:val="0003530C"/>
    <w:rsid w:val="000363E4"/>
    <w:rsid w:val="00036875"/>
    <w:rsid w:val="000373EC"/>
    <w:rsid w:val="000375A3"/>
    <w:rsid w:val="000407A4"/>
    <w:rsid w:val="0004126A"/>
    <w:rsid w:val="0004349B"/>
    <w:rsid w:val="0004381B"/>
    <w:rsid w:val="00045B37"/>
    <w:rsid w:val="0004637F"/>
    <w:rsid w:val="00047A9E"/>
    <w:rsid w:val="000552BE"/>
    <w:rsid w:val="00055B04"/>
    <w:rsid w:val="00056F3D"/>
    <w:rsid w:val="000570F3"/>
    <w:rsid w:val="000607AE"/>
    <w:rsid w:val="00062244"/>
    <w:rsid w:val="0006369F"/>
    <w:rsid w:val="00063F9C"/>
    <w:rsid w:val="00065655"/>
    <w:rsid w:val="00067DF5"/>
    <w:rsid w:val="00067FE8"/>
    <w:rsid w:val="00071668"/>
    <w:rsid w:val="00072603"/>
    <w:rsid w:val="000726BC"/>
    <w:rsid w:val="00076624"/>
    <w:rsid w:val="00080AD2"/>
    <w:rsid w:val="000847FD"/>
    <w:rsid w:val="0008634F"/>
    <w:rsid w:val="00086726"/>
    <w:rsid w:val="00087566"/>
    <w:rsid w:val="000907AF"/>
    <w:rsid w:val="00090B26"/>
    <w:rsid w:val="000920DD"/>
    <w:rsid w:val="000953C9"/>
    <w:rsid w:val="0009693C"/>
    <w:rsid w:val="000973D7"/>
    <w:rsid w:val="000977EC"/>
    <w:rsid w:val="000A0F0A"/>
    <w:rsid w:val="000A2843"/>
    <w:rsid w:val="000A3709"/>
    <w:rsid w:val="000A47E1"/>
    <w:rsid w:val="000B170C"/>
    <w:rsid w:val="000B3B17"/>
    <w:rsid w:val="000B50A5"/>
    <w:rsid w:val="000B52BE"/>
    <w:rsid w:val="000B60D8"/>
    <w:rsid w:val="000B69E3"/>
    <w:rsid w:val="000B6FAE"/>
    <w:rsid w:val="000C2B84"/>
    <w:rsid w:val="000C3792"/>
    <w:rsid w:val="000C4EC5"/>
    <w:rsid w:val="000C58FE"/>
    <w:rsid w:val="000C762C"/>
    <w:rsid w:val="000D0895"/>
    <w:rsid w:val="000D27C3"/>
    <w:rsid w:val="000D321D"/>
    <w:rsid w:val="000D3247"/>
    <w:rsid w:val="000D3F9E"/>
    <w:rsid w:val="000D411C"/>
    <w:rsid w:val="000D5550"/>
    <w:rsid w:val="000D5695"/>
    <w:rsid w:val="000D5BB0"/>
    <w:rsid w:val="000D787F"/>
    <w:rsid w:val="000D7F1D"/>
    <w:rsid w:val="000E1699"/>
    <w:rsid w:val="000E17F8"/>
    <w:rsid w:val="000E24B0"/>
    <w:rsid w:val="000E277B"/>
    <w:rsid w:val="000E3745"/>
    <w:rsid w:val="000E53FD"/>
    <w:rsid w:val="000E585C"/>
    <w:rsid w:val="000E6609"/>
    <w:rsid w:val="000E7F03"/>
    <w:rsid w:val="000F0087"/>
    <w:rsid w:val="000F45B5"/>
    <w:rsid w:val="000F4786"/>
    <w:rsid w:val="000F50B0"/>
    <w:rsid w:val="000F5B97"/>
    <w:rsid w:val="000F6108"/>
    <w:rsid w:val="000F610A"/>
    <w:rsid w:val="001009A4"/>
    <w:rsid w:val="00101E76"/>
    <w:rsid w:val="0010259D"/>
    <w:rsid w:val="00103853"/>
    <w:rsid w:val="00103FA5"/>
    <w:rsid w:val="0010457A"/>
    <w:rsid w:val="0010545F"/>
    <w:rsid w:val="00105A10"/>
    <w:rsid w:val="00106A37"/>
    <w:rsid w:val="001078EA"/>
    <w:rsid w:val="00107B0A"/>
    <w:rsid w:val="00110417"/>
    <w:rsid w:val="0011066B"/>
    <w:rsid w:val="00112238"/>
    <w:rsid w:val="0011798D"/>
    <w:rsid w:val="00120199"/>
    <w:rsid w:val="00120274"/>
    <w:rsid w:val="0012037B"/>
    <w:rsid w:val="001223DA"/>
    <w:rsid w:val="0012255D"/>
    <w:rsid w:val="00123FAF"/>
    <w:rsid w:val="00124797"/>
    <w:rsid w:val="00126772"/>
    <w:rsid w:val="00131851"/>
    <w:rsid w:val="00131B0E"/>
    <w:rsid w:val="00132512"/>
    <w:rsid w:val="001336B4"/>
    <w:rsid w:val="0013444C"/>
    <w:rsid w:val="00134E0B"/>
    <w:rsid w:val="00135266"/>
    <w:rsid w:val="001376BB"/>
    <w:rsid w:val="001413FE"/>
    <w:rsid w:val="00145AF0"/>
    <w:rsid w:val="00145C3D"/>
    <w:rsid w:val="00147184"/>
    <w:rsid w:val="00151643"/>
    <w:rsid w:val="00154AB1"/>
    <w:rsid w:val="00157452"/>
    <w:rsid w:val="00160347"/>
    <w:rsid w:val="0016263B"/>
    <w:rsid w:val="00162730"/>
    <w:rsid w:val="00162F78"/>
    <w:rsid w:val="00165050"/>
    <w:rsid w:val="00165EA1"/>
    <w:rsid w:val="00165EA8"/>
    <w:rsid w:val="00165F3F"/>
    <w:rsid w:val="00166AB8"/>
    <w:rsid w:val="00170F27"/>
    <w:rsid w:val="0017103E"/>
    <w:rsid w:val="00171B62"/>
    <w:rsid w:val="001727F6"/>
    <w:rsid w:val="00173F45"/>
    <w:rsid w:val="001744C0"/>
    <w:rsid w:val="001747D0"/>
    <w:rsid w:val="001764A0"/>
    <w:rsid w:val="001805A1"/>
    <w:rsid w:val="00180E97"/>
    <w:rsid w:val="00181976"/>
    <w:rsid w:val="0018337F"/>
    <w:rsid w:val="00183AD9"/>
    <w:rsid w:val="00184A25"/>
    <w:rsid w:val="00184DA0"/>
    <w:rsid w:val="0018623B"/>
    <w:rsid w:val="00191612"/>
    <w:rsid w:val="0019176B"/>
    <w:rsid w:val="00193DC6"/>
    <w:rsid w:val="00196C91"/>
    <w:rsid w:val="001A1381"/>
    <w:rsid w:val="001A19B6"/>
    <w:rsid w:val="001A2FCE"/>
    <w:rsid w:val="001A3CE1"/>
    <w:rsid w:val="001A6FD4"/>
    <w:rsid w:val="001A7E3A"/>
    <w:rsid w:val="001B0B48"/>
    <w:rsid w:val="001B110E"/>
    <w:rsid w:val="001B186C"/>
    <w:rsid w:val="001B4DDE"/>
    <w:rsid w:val="001B591C"/>
    <w:rsid w:val="001C06EE"/>
    <w:rsid w:val="001C1CC4"/>
    <w:rsid w:val="001C4096"/>
    <w:rsid w:val="001C52BE"/>
    <w:rsid w:val="001C60C2"/>
    <w:rsid w:val="001D0C31"/>
    <w:rsid w:val="001D16D0"/>
    <w:rsid w:val="001D1EA3"/>
    <w:rsid w:val="001D3395"/>
    <w:rsid w:val="001D4B36"/>
    <w:rsid w:val="001D6D48"/>
    <w:rsid w:val="001D7A4C"/>
    <w:rsid w:val="001E6522"/>
    <w:rsid w:val="001F344D"/>
    <w:rsid w:val="001F3EA2"/>
    <w:rsid w:val="001F5541"/>
    <w:rsid w:val="001F730B"/>
    <w:rsid w:val="001F7791"/>
    <w:rsid w:val="001F79EE"/>
    <w:rsid w:val="00200D3B"/>
    <w:rsid w:val="00201097"/>
    <w:rsid w:val="00201A9F"/>
    <w:rsid w:val="00203326"/>
    <w:rsid w:val="00203A31"/>
    <w:rsid w:val="002044F5"/>
    <w:rsid w:val="00206DE3"/>
    <w:rsid w:val="00206F1D"/>
    <w:rsid w:val="00207986"/>
    <w:rsid w:val="00210FA7"/>
    <w:rsid w:val="00213741"/>
    <w:rsid w:val="00214DFB"/>
    <w:rsid w:val="00215BC6"/>
    <w:rsid w:val="002213BA"/>
    <w:rsid w:val="002216B4"/>
    <w:rsid w:val="002218F6"/>
    <w:rsid w:val="002242E6"/>
    <w:rsid w:val="00224A30"/>
    <w:rsid w:val="00226812"/>
    <w:rsid w:val="002308D8"/>
    <w:rsid w:val="002317CC"/>
    <w:rsid w:val="002363AC"/>
    <w:rsid w:val="002368F4"/>
    <w:rsid w:val="002433A5"/>
    <w:rsid w:val="00244A24"/>
    <w:rsid w:val="00245491"/>
    <w:rsid w:val="00246005"/>
    <w:rsid w:val="00246736"/>
    <w:rsid w:val="002529AD"/>
    <w:rsid w:val="00252AFE"/>
    <w:rsid w:val="00252B15"/>
    <w:rsid w:val="00252EF9"/>
    <w:rsid w:val="00253784"/>
    <w:rsid w:val="0025397B"/>
    <w:rsid w:val="002545BF"/>
    <w:rsid w:val="002552BD"/>
    <w:rsid w:val="0025561A"/>
    <w:rsid w:val="00257CA0"/>
    <w:rsid w:val="002621B6"/>
    <w:rsid w:val="00262AAA"/>
    <w:rsid w:val="002655A0"/>
    <w:rsid w:val="002655EE"/>
    <w:rsid w:val="00267BCD"/>
    <w:rsid w:val="00271E70"/>
    <w:rsid w:val="00274C4F"/>
    <w:rsid w:val="00275431"/>
    <w:rsid w:val="00276491"/>
    <w:rsid w:val="002779DB"/>
    <w:rsid w:val="00280828"/>
    <w:rsid w:val="002815BA"/>
    <w:rsid w:val="002835EE"/>
    <w:rsid w:val="002836DD"/>
    <w:rsid w:val="00283A08"/>
    <w:rsid w:val="00284F02"/>
    <w:rsid w:val="00286091"/>
    <w:rsid w:val="00286193"/>
    <w:rsid w:val="00286285"/>
    <w:rsid w:val="002921E1"/>
    <w:rsid w:val="002922A5"/>
    <w:rsid w:val="00293B15"/>
    <w:rsid w:val="00293E0C"/>
    <w:rsid w:val="002A1A37"/>
    <w:rsid w:val="002A1A8E"/>
    <w:rsid w:val="002A2EE7"/>
    <w:rsid w:val="002A329A"/>
    <w:rsid w:val="002A3446"/>
    <w:rsid w:val="002A5C16"/>
    <w:rsid w:val="002B1E75"/>
    <w:rsid w:val="002B3705"/>
    <w:rsid w:val="002B4539"/>
    <w:rsid w:val="002C04F4"/>
    <w:rsid w:val="002C0DF3"/>
    <w:rsid w:val="002C0F00"/>
    <w:rsid w:val="002C3A45"/>
    <w:rsid w:val="002C508D"/>
    <w:rsid w:val="002C5428"/>
    <w:rsid w:val="002C587E"/>
    <w:rsid w:val="002D1185"/>
    <w:rsid w:val="002D14B4"/>
    <w:rsid w:val="002D1A3B"/>
    <w:rsid w:val="002D2DE5"/>
    <w:rsid w:val="002D4A03"/>
    <w:rsid w:val="002D53A1"/>
    <w:rsid w:val="002D5D56"/>
    <w:rsid w:val="002D5EB6"/>
    <w:rsid w:val="002D678C"/>
    <w:rsid w:val="002D6F81"/>
    <w:rsid w:val="002D7681"/>
    <w:rsid w:val="002E025C"/>
    <w:rsid w:val="002E2325"/>
    <w:rsid w:val="002E29FE"/>
    <w:rsid w:val="002E602F"/>
    <w:rsid w:val="002F0704"/>
    <w:rsid w:val="002F1BA7"/>
    <w:rsid w:val="002F2A64"/>
    <w:rsid w:val="002F2F64"/>
    <w:rsid w:val="002F4326"/>
    <w:rsid w:val="002F5DE8"/>
    <w:rsid w:val="002F744A"/>
    <w:rsid w:val="0030127D"/>
    <w:rsid w:val="00301402"/>
    <w:rsid w:val="00302323"/>
    <w:rsid w:val="003042E9"/>
    <w:rsid w:val="003106C6"/>
    <w:rsid w:val="00311513"/>
    <w:rsid w:val="0031195B"/>
    <w:rsid w:val="00314057"/>
    <w:rsid w:val="003151F9"/>
    <w:rsid w:val="003152B6"/>
    <w:rsid w:val="003157B9"/>
    <w:rsid w:val="0031790C"/>
    <w:rsid w:val="003211CF"/>
    <w:rsid w:val="003218CA"/>
    <w:rsid w:val="00322369"/>
    <w:rsid w:val="003250AF"/>
    <w:rsid w:val="00325C15"/>
    <w:rsid w:val="00326451"/>
    <w:rsid w:val="003273F4"/>
    <w:rsid w:val="00331B86"/>
    <w:rsid w:val="00337986"/>
    <w:rsid w:val="00337C83"/>
    <w:rsid w:val="00340DB4"/>
    <w:rsid w:val="00342D33"/>
    <w:rsid w:val="00343486"/>
    <w:rsid w:val="00343DCF"/>
    <w:rsid w:val="00344EEE"/>
    <w:rsid w:val="003451E6"/>
    <w:rsid w:val="0034558A"/>
    <w:rsid w:val="003456DB"/>
    <w:rsid w:val="00346E11"/>
    <w:rsid w:val="0034759A"/>
    <w:rsid w:val="00347609"/>
    <w:rsid w:val="0035007B"/>
    <w:rsid w:val="00351214"/>
    <w:rsid w:val="00351B16"/>
    <w:rsid w:val="00355183"/>
    <w:rsid w:val="00355473"/>
    <w:rsid w:val="003555E2"/>
    <w:rsid w:val="00355FF0"/>
    <w:rsid w:val="003565D8"/>
    <w:rsid w:val="00360522"/>
    <w:rsid w:val="00360BD9"/>
    <w:rsid w:val="00360FB6"/>
    <w:rsid w:val="00361186"/>
    <w:rsid w:val="003622C0"/>
    <w:rsid w:val="00362AA8"/>
    <w:rsid w:val="00365679"/>
    <w:rsid w:val="00370484"/>
    <w:rsid w:val="00371B1B"/>
    <w:rsid w:val="003740A1"/>
    <w:rsid w:val="003764A7"/>
    <w:rsid w:val="0037769F"/>
    <w:rsid w:val="00377AE0"/>
    <w:rsid w:val="003814CF"/>
    <w:rsid w:val="0038155F"/>
    <w:rsid w:val="0038206D"/>
    <w:rsid w:val="003823DB"/>
    <w:rsid w:val="00384546"/>
    <w:rsid w:val="00385B53"/>
    <w:rsid w:val="003861D3"/>
    <w:rsid w:val="00386299"/>
    <w:rsid w:val="0038642A"/>
    <w:rsid w:val="003864AD"/>
    <w:rsid w:val="0039048C"/>
    <w:rsid w:val="00390812"/>
    <w:rsid w:val="00390AF1"/>
    <w:rsid w:val="00390C79"/>
    <w:rsid w:val="00393C1C"/>
    <w:rsid w:val="00395C96"/>
    <w:rsid w:val="00396CB3"/>
    <w:rsid w:val="003974EA"/>
    <w:rsid w:val="003A19F8"/>
    <w:rsid w:val="003A2300"/>
    <w:rsid w:val="003A264A"/>
    <w:rsid w:val="003A2885"/>
    <w:rsid w:val="003A2C8E"/>
    <w:rsid w:val="003A2DC9"/>
    <w:rsid w:val="003A4418"/>
    <w:rsid w:val="003A4AD9"/>
    <w:rsid w:val="003A4B9A"/>
    <w:rsid w:val="003A5FCB"/>
    <w:rsid w:val="003A7E7F"/>
    <w:rsid w:val="003B0F76"/>
    <w:rsid w:val="003B0FB1"/>
    <w:rsid w:val="003B37C2"/>
    <w:rsid w:val="003B470A"/>
    <w:rsid w:val="003B48EF"/>
    <w:rsid w:val="003B58FA"/>
    <w:rsid w:val="003B6BAE"/>
    <w:rsid w:val="003B6CB8"/>
    <w:rsid w:val="003B6E5D"/>
    <w:rsid w:val="003B7FF3"/>
    <w:rsid w:val="003C3043"/>
    <w:rsid w:val="003C4045"/>
    <w:rsid w:val="003C5878"/>
    <w:rsid w:val="003C6457"/>
    <w:rsid w:val="003C6DA4"/>
    <w:rsid w:val="003C7B40"/>
    <w:rsid w:val="003D02E6"/>
    <w:rsid w:val="003D1442"/>
    <w:rsid w:val="003D1883"/>
    <w:rsid w:val="003D1C7E"/>
    <w:rsid w:val="003D1FAC"/>
    <w:rsid w:val="003D6541"/>
    <w:rsid w:val="003D735B"/>
    <w:rsid w:val="003E1E14"/>
    <w:rsid w:val="003E2213"/>
    <w:rsid w:val="003E24EF"/>
    <w:rsid w:val="003E2A9B"/>
    <w:rsid w:val="003E2B70"/>
    <w:rsid w:val="003E3C53"/>
    <w:rsid w:val="003E6792"/>
    <w:rsid w:val="003E68CC"/>
    <w:rsid w:val="003E6A2E"/>
    <w:rsid w:val="003E6B7D"/>
    <w:rsid w:val="003E78A4"/>
    <w:rsid w:val="003F4A00"/>
    <w:rsid w:val="003F63A0"/>
    <w:rsid w:val="00401530"/>
    <w:rsid w:val="004015EF"/>
    <w:rsid w:val="00401DD9"/>
    <w:rsid w:val="00401ECC"/>
    <w:rsid w:val="004022B4"/>
    <w:rsid w:val="00402B21"/>
    <w:rsid w:val="004050FE"/>
    <w:rsid w:val="004056DD"/>
    <w:rsid w:val="00405758"/>
    <w:rsid w:val="00405A30"/>
    <w:rsid w:val="00407743"/>
    <w:rsid w:val="00410BDE"/>
    <w:rsid w:val="00413B05"/>
    <w:rsid w:val="00413EAC"/>
    <w:rsid w:val="00414C94"/>
    <w:rsid w:val="00415825"/>
    <w:rsid w:val="004171A3"/>
    <w:rsid w:val="004214B5"/>
    <w:rsid w:val="00421E8E"/>
    <w:rsid w:val="00425677"/>
    <w:rsid w:val="00425AFA"/>
    <w:rsid w:val="0042661F"/>
    <w:rsid w:val="004274B0"/>
    <w:rsid w:val="004276D0"/>
    <w:rsid w:val="00430224"/>
    <w:rsid w:val="004324A8"/>
    <w:rsid w:val="00432DA9"/>
    <w:rsid w:val="004339A2"/>
    <w:rsid w:val="00433EDD"/>
    <w:rsid w:val="0043400B"/>
    <w:rsid w:val="00436AEE"/>
    <w:rsid w:val="00436E19"/>
    <w:rsid w:val="00436F5D"/>
    <w:rsid w:val="00437144"/>
    <w:rsid w:val="004411EF"/>
    <w:rsid w:val="0044219E"/>
    <w:rsid w:val="00443176"/>
    <w:rsid w:val="00444441"/>
    <w:rsid w:val="00450F87"/>
    <w:rsid w:val="00451080"/>
    <w:rsid w:val="0045216F"/>
    <w:rsid w:val="00452515"/>
    <w:rsid w:val="004531A3"/>
    <w:rsid w:val="00453DAA"/>
    <w:rsid w:val="004540B1"/>
    <w:rsid w:val="00454786"/>
    <w:rsid w:val="004571CE"/>
    <w:rsid w:val="00461292"/>
    <w:rsid w:val="00462066"/>
    <w:rsid w:val="00463BD6"/>
    <w:rsid w:val="00466299"/>
    <w:rsid w:val="00466F90"/>
    <w:rsid w:val="004672A2"/>
    <w:rsid w:val="00467F9D"/>
    <w:rsid w:val="00470F0C"/>
    <w:rsid w:val="00471881"/>
    <w:rsid w:val="00472605"/>
    <w:rsid w:val="004728B8"/>
    <w:rsid w:val="00474D92"/>
    <w:rsid w:val="00476786"/>
    <w:rsid w:val="00476D69"/>
    <w:rsid w:val="004779C7"/>
    <w:rsid w:val="00477A62"/>
    <w:rsid w:val="00480541"/>
    <w:rsid w:val="0048244D"/>
    <w:rsid w:val="00482720"/>
    <w:rsid w:val="00482D48"/>
    <w:rsid w:val="004839C6"/>
    <w:rsid w:val="00483B73"/>
    <w:rsid w:val="0048562E"/>
    <w:rsid w:val="00485C15"/>
    <w:rsid w:val="00487FF7"/>
    <w:rsid w:val="0049298A"/>
    <w:rsid w:val="00494351"/>
    <w:rsid w:val="004943CB"/>
    <w:rsid w:val="00495B84"/>
    <w:rsid w:val="004960F0"/>
    <w:rsid w:val="00496925"/>
    <w:rsid w:val="00497CF9"/>
    <w:rsid w:val="004A04C0"/>
    <w:rsid w:val="004A06BF"/>
    <w:rsid w:val="004A1ABC"/>
    <w:rsid w:val="004A1B47"/>
    <w:rsid w:val="004A270A"/>
    <w:rsid w:val="004A5133"/>
    <w:rsid w:val="004A66CD"/>
    <w:rsid w:val="004A6BEF"/>
    <w:rsid w:val="004A7066"/>
    <w:rsid w:val="004B0223"/>
    <w:rsid w:val="004B0E81"/>
    <w:rsid w:val="004B1B40"/>
    <w:rsid w:val="004B4138"/>
    <w:rsid w:val="004B684D"/>
    <w:rsid w:val="004B728A"/>
    <w:rsid w:val="004C00AC"/>
    <w:rsid w:val="004C1592"/>
    <w:rsid w:val="004C3220"/>
    <w:rsid w:val="004C3998"/>
    <w:rsid w:val="004C3D7D"/>
    <w:rsid w:val="004C7EEA"/>
    <w:rsid w:val="004D1433"/>
    <w:rsid w:val="004D187B"/>
    <w:rsid w:val="004D1DBE"/>
    <w:rsid w:val="004D5798"/>
    <w:rsid w:val="004D584E"/>
    <w:rsid w:val="004E0EC4"/>
    <w:rsid w:val="004E3914"/>
    <w:rsid w:val="004E3968"/>
    <w:rsid w:val="004E7157"/>
    <w:rsid w:val="004F0EAE"/>
    <w:rsid w:val="004F1751"/>
    <w:rsid w:val="004F3076"/>
    <w:rsid w:val="004F3E28"/>
    <w:rsid w:val="004F56DE"/>
    <w:rsid w:val="004F58E0"/>
    <w:rsid w:val="00500E28"/>
    <w:rsid w:val="005016E0"/>
    <w:rsid w:val="00504338"/>
    <w:rsid w:val="00504D56"/>
    <w:rsid w:val="00504ED4"/>
    <w:rsid w:val="005059F4"/>
    <w:rsid w:val="00505AF9"/>
    <w:rsid w:val="00507D13"/>
    <w:rsid w:val="00510E2C"/>
    <w:rsid w:val="0051124F"/>
    <w:rsid w:val="00511461"/>
    <w:rsid w:val="005119B2"/>
    <w:rsid w:val="00513204"/>
    <w:rsid w:val="005135E9"/>
    <w:rsid w:val="0051460B"/>
    <w:rsid w:val="00514EB2"/>
    <w:rsid w:val="00515BF0"/>
    <w:rsid w:val="00515C9E"/>
    <w:rsid w:val="00520C53"/>
    <w:rsid w:val="0052308B"/>
    <w:rsid w:val="00525722"/>
    <w:rsid w:val="00525C49"/>
    <w:rsid w:val="00525FD5"/>
    <w:rsid w:val="0052632C"/>
    <w:rsid w:val="00526D3F"/>
    <w:rsid w:val="00530BFC"/>
    <w:rsid w:val="00531CD1"/>
    <w:rsid w:val="00532B88"/>
    <w:rsid w:val="005349DB"/>
    <w:rsid w:val="0054010B"/>
    <w:rsid w:val="00540C16"/>
    <w:rsid w:val="005420B1"/>
    <w:rsid w:val="00542FE5"/>
    <w:rsid w:val="00544345"/>
    <w:rsid w:val="005453B5"/>
    <w:rsid w:val="00546821"/>
    <w:rsid w:val="005503E7"/>
    <w:rsid w:val="00550C37"/>
    <w:rsid w:val="00552DA1"/>
    <w:rsid w:val="005534F0"/>
    <w:rsid w:val="005547D5"/>
    <w:rsid w:val="00556BE6"/>
    <w:rsid w:val="005574C3"/>
    <w:rsid w:val="0055750A"/>
    <w:rsid w:val="00557F35"/>
    <w:rsid w:val="005607D3"/>
    <w:rsid w:val="005619CE"/>
    <w:rsid w:val="005624BE"/>
    <w:rsid w:val="00563051"/>
    <w:rsid w:val="00564720"/>
    <w:rsid w:val="00566E1D"/>
    <w:rsid w:val="00567569"/>
    <w:rsid w:val="005700E1"/>
    <w:rsid w:val="00570707"/>
    <w:rsid w:val="00570FB1"/>
    <w:rsid w:val="005713A5"/>
    <w:rsid w:val="005718CA"/>
    <w:rsid w:val="00572BDA"/>
    <w:rsid w:val="005732EA"/>
    <w:rsid w:val="00581239"/>
    <w:rsid w:val="00581DB5"/>
    <w:rsid w:val="00582DA9"/>
    <w:rsid w:val="0058487D"/>
    <w:rsid w:val="005876B2"/>
    <w:rsid w:val="00593089"/>
    <w:rsid w:val="0059323C"/>
    <w:rsid w:val="00593CAF"/>
    <w:rsid w:val="00595557"/>
    <w:rsid w:val="005A0729"/>
    <w:rsid w:val="005A2E44"/>
    <w:rsid w:val="005A2E4D"/>
    <w:rsid w:val="005A3374"/>
    <w:rsid w:val="005A3C0A"/>
    <w:rsid w:val="005A651B"/>
    <w:rsid w:val="005B0070"/>
    <w:rsid w:val="005B0AE7"/>
    <w:rsid w:val="005B0D2F"/>
    <w:rsid w:val="005B10DA"/>
    <w:rsid w:val="005B710D"/>
    <w:rsid w:val="005C06B9"/>
    <w:rsid w:val="005C21A6"/>
    <w:rsid w:val="005C272D"/>
    <w:rsid w:val="005C2BD5"/>
    <w:rsid w:val="005C3CA2"/>
    <w:rsid w:val="005C7582"/>
    <w:rsid w:val="005C775F"/>
    <w:rsid w:val="005C7C5A"/>
    <w:rsid w:val="005D06FA"/>
    <w:rsid w:val="005D0CC8"/>
    <w:rsid w:val="005D2735"/>
    <w:rsid w:val="005D2AD9"/>
    <w:rsid w:val="005D53EB"/>
    <w:rsid w:val="005D5500"/>
    <w:rsid w:val="005D58B4"/>
    <w:rsid w:val="005D6DE7"/>
    <w:rsid w:val="005D778B"/>
    <w:rsid w:val="005E3188"/>
    <w:rsid w:val="005E3464"/>
    <w:rsid w:val="005E3BFC"/>
    <w:rsid w:val="005E3CBA"/>
    <w:rsid w:val="005E49FB"/>
    <w:rsid w:val="005E58A6"/>
    <w:rsid w:val="005E5CCD"/>
    <w:rsid w:val="005E5DA3"/>
    <w:rsid w:val="005E6182"/>
    <w:rsid w:val="005E6F1E"/>
    <w:rsid w:val="005F0DEE"/>
    <w:rsid w:val="005F1F97"/>
    <w:rsid w:val="005F3DF7"/>
    <w:rsid w:val="005F4C07"/>
    <w:rsid w:val="005F52D8"/>
    <w:rsid w:val="005F72C4"/>
    <w:rsid w:val="005F79FE"/>
    <w:rsid w:val="006022EC"/>
    <w:rsid w:val="006023F3"/>
    <w:rsid w:val="0060290F"/>
    <w:rsid w:val="006060AA"/>
    <w:rsid w:val="00606718"/>
    <w:rsid w:val="00607B56"/>
    <w:rsid w:val="00610C88"/>
    <w:rsid w:val="00610F83"/>
    <w:rsid w:val="006110A8"/>
    <w:rsid w:val="00612060"/>
    <w:rsid w:val="00612580"/>
    <w:rsid w:val="0061265C"/>
    <w:rsid w:val="0061314B"/>
    <w:rsid w:val="0061682B"/>
    <w:rsid w:val="00621D5C"/>
    <w:rsid w:val="006238E6"/>
    <w:rsid w:val="00625621"/>
    <w:rsid w:val="0062599C"/>
    <w:rsid w:val="006261D1"/>
    <w:rsid w:val="006261D8"/>
    <w:rsid w:val="0062731C"/>
    <w:rsid w:val="00633C6E"/>
    <w:rsid w:val="00634F1E"/>
    <w:rsid w:val="00635037"/>
    <w:rsid w:val="006359E7"/>
    <w:rsid w:val="00635A81"/>
    <w:rsid w:val="006362D6"/>
    <w:rsid w:val="00640844"/>
    <w:rsid w:val="00641324"/>
    <w:rsid w:val="0064315A"/>
    <w:rsid w:val="006438A8"/>
    <w:rsid w:val="00643F01"/>
    <w:rsid w:val="00645920"/>
    <w:rsid w:val="00645B57"/>
    <w:rsid w:val="00646166"/>
    <w:rsid w:val="006472C6"/>
    <w:rsid w:val="0065086A"/>
    <w:rsid w:val="00652260"/>
    <w:rsid w:val="006554B5"/>
    <w:rsid w:val="006554CF"/>
    <w:rsid w:val="00655A10"/>
    <w:rsid w:val="0065608F"/>
    <w:rsid w:val="00656390"/>
    <w:rsid w:val="00657B87"/>
    <w:rsid w:val="006654B5"/>
    <w:rsid w:val="0066558E"/>
    <w:rsid w:val="00666D1A"/>
    <w:rsid w:val="00670F8D"/>
    <w:rsid w:val="00671A0E"/>
    <w:rsid w:val="00672310"/>
    <w:rsid w:val="00672C5E"/>
    <w:rsid w:val="00673FAF"/>
    <w:rsid w:val="006771B7"/>
    <w:rsid w:val="006805FD"/>
    <w:rsid w:val="0068069E"/>
    <w:rsid w:val="00682310"/>
    <w:rsid w:val="00682EB6"/>
    <w:rsid w:val="006839F2"/>
    <w:rsid w:val="00684160"/>
    <w:rsid w:val="00684D9E"/>
    <w:rsid w:val="006851AF"/>
    <w:rsid w:val="00685989"/>
    <w:rsid w:val="0068671C"/>
    <w:rsid w:val="006914FA"/>
    <w:rsid w:val="006918F5"/>
    <w:rsid w:val="006937C6"/>
    <w:rsid w:val="00693A2B"/>
    <w:rsid w:val="00694B3B"/>
    <w:rsid w:val="006967CF"/>
    <w:rsid w:val="006969D2"/>
    <w:rsid w:val="00697A34"/>
    <w:rsid w:val="006A27A0"/>
    <w:rsid w:val="006A4B56"/>
    <w:rsid w:val="006A590B"/>
    <w:rsid w:val="006A5B61"/>
    <w:rsid w:val="006A7406"/>
    <w:rsid w:val="006B455F"/>
    <w:rsid w:val="006B4D0E"/>
    <w:rsid w:val="006B4E66"/>
    <w:rsid w:val="006B5C7E"/>
    <w:rsid w:val="006B5EE6"/>
    <w:rsid w:val="006C18D6"/>
    <w:rsid w:val="006C1D51"/>
    <w:rsid w:val="006C243C"/>
    <w:rsid w:val="006C2F7C"/>
    <w:rsid w:val="006C3100"/>
    <w:rsid w:val="006C372A"/>
    <w:rsid w:val="006C4385"/>
    <w:rsid w:val="006C48A8"/>
    <w:rsid w:val="006C49BC"/>
    <w:rsid w:val="006C64AD"/>
    <w:rsid w:val="006C6CAF"/>
    <w:rsid w:val="006C72BA"/>
    <w:rsid w:val="006D2390"/>
    <w:rsid w:val="006D3F15"/>
    <w:rsid w:val="006D44A6"/>
    <w:rsid w:val="006E2764"/>
    <w:rsid w:val="006E27BF"/>
    <w:rsid w:val="006E2F3B"/>
    <w:rsid w:val="006E369B"/>
    <w:rsid w:val="006E4FEC"/>
    <w:rsid w:val="006F3E65"/>
    <w:rsid w:val="006F49F2"/>
    <w:rsid w:val="006F5433"/>
    <w:rsid w:val="006F556E"/>
    <w:rsid w:val="006F599E"/>
    <w:rsid w:val="006F5F9D"/>
    <w:rsid w:val="006F7B66"/>
    <w:rsid w:val="00701B5A"/>
    <w:rsid w:val="007029A5"/>
    <w:rsid w:val="0070354A"/>
    <w:rsid w:val="00704466"/>
    <w:rsid w:val="0070513B"/>
    <w:rsid w:val="00706CA7"/>
    <w:rsid w:val="00711159"/>
    <w:rsid w:val="00711308"/>
    <w:rsid w:val="00716C01"/>
    <w:rsid w:val="00720CE3"/>
    <w:rsid w:val="00720DAA"/>
    <w:rsid w:val="00721FBF"/>
    <w:rsid w:val="00723F01"/>
    <w:rsid w:val="00733139"/>
    <w:rsid w:val="00734E81"/>
    <w:rsid w:val="007356EC"/>
    <w:rsid w:val="0074011B"/>
    <w:rsid w:val="00740380"/>
    <w:rsid w:val="00740FB1"/>
    <w:rsid w:val="007425BB"/>
    <w:rsid w:val="00742EE3"/>
    <w:rsid w:val="007450B7"/>
    <w:rsid w:val="00745989"/>
    <w:rsid w:val="00745FCF"/>
    <w:rsid w:val="00746410"/>
    <w:rsid w:val="007516C5"/>
    <w:rsid w:val="007565BF"/>
    <w:rsid w:val="00756A7B"/>
    <w:rsid w:val="00760D0B"/>
    <w:rsid w:val="00760D9F"/>
    <w:rsid w:val="00762E6E"/>
    <w:rsid w:val="00763BFD"/>
    <w:rsid w:val="00763D5E"/>
    <w:rsid w:val="00764C30"/>
    <w:rsid w:val="00765184"/>
    <w:rsid w:val="00766A85"/>
    <w:rsid w:val="00767F81"/>
    <w:rsid w:val="00771449"/>
    <w:rsid w:val="007715DF"/>
    <w:rsid w:val="00773AE7"/>
    <w:rsid w:val="007755E3"/>
    <w:rsid w:val="00775F47"/>
    <w:rsid w:val="00776EBF"/>
    <w:rsid w:val="0078007C"/>
    <w:rsid w:val="00782293"/>
    <w:rsid w:val="00782E5C"/>
    <w:rsid w:val="0078343C"/>
    <w:rsid w:val="007854FF"/>
    <w:rsid w:val="0078560C"/>
    <w:rsid w:val="0079055C"/>
    <w:rsid w:val="00791BAF"/>
    <w:rsid w:val="00793CD4"/>
    <w:rsid w:val="00793D87"/>
    <w:rsid w:val="0079586A"/>
    <w:rsid w:val="00796A55"/>
    <w:rsid w:val="00797F40"/>
    <w:rsid w:val="007A16AE"/>
    <w:rsid w:val="007A2FF0"/>
    <w:rsid w:val="007A316D"/>
    <w:rsid w:val="007A46E2"/>
    <w:rsid w:val="007A492D"/>
    <w:rsid w:val="007A4F1D"/>
    <w:rsid w:val="007A57C4"/>
    <w:rsid w:val="007A6093"/>
    <w:rsid w:val="007A6254"/>
    <w:rsid w:val="007A7DD9"/>
    <w:rsid w:val="007B05F3"/>
    <w:rsid w:val="007B1111"/>
    <w:rsid w:val="007B188D"/>
    <w:rsid w:val="007B2739"/>
    <w:rsid w:val="007B28D4"/>
    <w:rsid w:val="007B2A6F"/>
    <w:rsid w:val="007B33D7"/>
    <w:rsid w:val="007B4DAB"/>
    <w:rsid w:val="007B5C35"/>
    <w:rsid w:val="007B604B"/>
    <w:rsid w:val="007B63C3"/>
    <w:rsid w:val="007B7C04"/>
    <w:rsid w:val="007C06C3"/>
    <w:rsid w:val="007C1F9E"/>
    <w:rsid w:val="007C205B"/>
    <w:rsid w:val="007C44F9"/>
    <w:rsid w:val="007C4870"/>
    <w:rsid w:val="007C5B8C"/>
    <w:rsid w:val="007C6926"/>
    <w:rsid w:val="007D0550"/>
    <w:rsid w:val="007D1744"/>
    <w:rsid w:val="007D4E46"/>
    <w:rsid w:val="007D5C15"/>
    <w:rsid w:val="007D736C"/>
    <w:rsid w:val="007E1257"/>
    <w:rsid w:val="007E16D8"/>
    <w:rsid w:val="007E1EFA"/>
    <w:rsid w:val="007E2D78"/>
    <w:rsid w:val="007E317D"/>
    <w:rsid w:val="007E4B52"/>
    <w:rsid w:val="007E5668"/>
    <w:rsid w:val="007E58CC"/>
    <w:rsid w:val="007F1A2B"/>
    <w:rsid w:val="007F48C1"/>
    <w:rsid w:val="007F50ED"/>
    <w:rsid w:val="007F54B0"/>
    <w:rsid w:val="007F65C1"/>
    <w:rsid w:val="008000A7"/>
    <w:rsid w:val="0080313B"/>
    <w:rsid w:val="00805590"/>
    <w:rsid w:val="00805EFC"/>
    <w:rsid w:val="00805FAA"/>
    <w:rsid w:val="0081011B"/>
    <w:rsid w:val="008124BD"/>
    <w:rsid w:val="0081270B"/>
    <w:rsid w:val="00812A94"/>
    <w:rsid w:val="0081496D"/>
    <w:rsid w:val="00815B14"/>
    <w:rsid w:val="00816053"/>
    <w:rsid w:val="0081647B"/>
    <w:rsid w:val="0081675C"/>
    <w:rsid w:val="00816D45"/>
    <w:rsid w:val="00816D89"/>
    <w:rsid w:val="00816E10"/>
    <w:rsid w:val="0082484B"/>
    <w:rsid w:val="00825392"/>
    <w:rsid w:val="008279F5"/>
    <w:rsid w:val="00830482"/>
    <w:rsid w:val="00832136"/>
    <w:rsid w:val="00832E37"/>
    <w:rsid w:val="0083496B"/>
    <w:rsid w:val="00835110"/>
    <w:rsid w:val="008351F0"/>
    <w:rsid w:val="00835CAE"/>
    <w:rsid w:val="00840688"/>
    <w:rsid w:val="0084083A"/>
    <w:rsid w:val="00843019"/>
    <w:rsid w:val="00843792"/>
    <w:rsid w:val="00843BE5"/>
    <w:rsid w:val="00844956"/>
    <w:rsid w:val="00844B99"/>
    <w:rsid w:val="00844DF4"/>
    <w:rsid w:val="008469BC"/>
    <w:rsid w:val="008519F0"/>
    <w:rsid w:val="00852535"/>
    <w:rsid w:val="00854723"/>
    <w:rsid w:val="00855524"/>
    <w:rsid w:val="0085633D"/>
    <w:rsid w:val="00857484"/>
    <w:rsid w:val="00857F81"/>
    <w:rsid w:val="008606BA"/>
    <w:rsid w:val="008621E9"/>
    <w:rsid w:val="00863217"/>
    <w:rsid w:val="008637B4"/>
    <w:rsid w:val="00864405"/>
    <w:rsid w:val="008654DE"/>
    <w:rsid w:val="00867404"/>
    <w:rsid w:val="00870FD1"/>
    <w:rsid w:val="008728A8"/>
    <w:rsid w:val="00874BD2"/>
    <w:rsid w:val="00874E4F"/>
    <w:rsid w:val="008763AE"/>
    <w:rsid w:val="00877117"/>
    <w:rsid w:val="0088138F"/>
    <w:rsid w:val="008813AA"/>
    <w:rsid w:val="00882681"/>
    <w:rsid w:val="008839B6"/>
    <w:rsid w:val="0088404F"/>
    <w:rsid w:val="0088483A"/>
    <w:rsid w:val="008861EF"/>
    <w:rsid w:val="00886C2A"/>
    <w:rsid w:val="00890824"/>
    <w:rsid w:val="0089199F"/>
    <w:rsid w:val="00892506"/>
    <w:rsid w:val="00893A13"/>
    <w:rsid w:val="0089532C"/>
    <w:rsid w:val="00895D1B"/>
    <w:rsid w:val="008960D8"/>
    <w:rsid w:val="008A3073"/>
    <w:rsid w:val="008A3685"/>
    <w:rsid w:val="008A416E"/>
    <w:rsid w:val="008A4F41"/>
    <w:rsid w:val="008A54A8"/>
    <w:rsid w:val="008B263B"/>
    <w:rsid w:val="008B2808"/>
    <w:rsid w:val="008B4209"/>
    <w:rsid w:val="008B645F"/>
    <w:rsid w:val="008B6B0D"/>
    <w:rsid w:val="008B7609"/>
    <w:rsid w:val="008C0E46"/>
    <w:rsid w:val="008C181D"/>
    <w:rsid w:val="008C190E"/>
    <w:rsid w:val="008C2C04"/>
    <w:rsid w:val="008C33E4"/>
    <w:rsid w:val="008C342B"/>
    <w:rsid w:val="008C449A"/>
    <w:rsid w:val="008C4C70"/>
    <w:rsid w:val="008C5DF2"/>
    <w:rsid w:val="008C65CE"/>
    <w:rsid w:val="008C6A90"/>
    <w:rsid w:val="008D101E"/>
    <w:rsid w:val="008D18F5"/>
    <w:rsid w:val="008D211F"/>
    <w:rsid w:val="008D2C72"/>
    <w:rsid w:val="008D2D32"/>
    <w:rsid w:val="008D5166"/>
    <w:rsid w:val="008D5344"/>
    <w:rsid w:val="008D5A2A"/>
    <w:rsid w:val="008D7C5E"/>
    <w:rsid w:val="008E012B"/>
    <w:rsid w:val="008E0973"/>
    <w:rsid w:val="008E351F"/>
    <w:rsid w:val="008E3B59"/>
    <w:rsid w:val="008E5662"/>
    <w:rsid w:val="008E62EE"/>
    <w:rsid w:val="008E679E"/>
    <w:rsid w:val="008E6DDE"/>
    <w:rsid w:val="008E7E6A"/>
    <w:rsid w:val="008F0F07"/>
    <w:rsid w:val="008F2A13"/>
    <w:rsid w:val="008F3011"/>
    <w:rsid w:val="008F316B"/>
    <w:rsid w:val="008F371E"/>
    <w:rsid w:val="008F3AF5"/>
    <w:rsid w:val="008F5D13"/>
    <w:rsid w:val="008F5EC2"/>
    <w:rsid w:val="008F6696"/>
    <w:rsid w:val="008F7C7B"/>
    <w:rsid w:val="00901C02"/>
    <w:rsid w:val="00903B93"/>
    <w:rsid w:val="00906170"/>
    <w:rsid w:val="00906C5F"/>
    <w:rsid w:val="00907293"/>
    <w:rsid w:val="0090754A"/>
    <w:rsid w:val="00907AD0"/>
    <w:rsid w:val="009120B1"/>
    <w:rsid w:val="009133E4"/>
    <w:rsid w:val="0091463B"/>
    <w:rsid w:val="00915FE5"/>
    <w:rsid w:val="0091613A"/>
    <w:rsid w:val="00916872"/>
    <w:rsid w:val="0091688E"/>
    <w:rsid w:val="0092074B"/>
    <w:rsid w:val="00921115"/>
    <w:rsid w:val="009213C0"/>
    <w:rsid w:val="00921C51"/>
    <w:rsid w:val="00924FD5"/>
    <w:rsid w:val="00926633"/>
    <w:rsid w:val="0092680C"/>
    <w:rsid w:val="00931538"/>
    <w:rsid w:val="009332FD"/>
    <w:rsid w:val="00935EDE"/>
    <w:rsid w:val="00943387"/>
    <w:rsid w:val="009436E4"/>
    <w:rsid w:val="009456C2"/>
    <w:rsid w:val="009459F6"/>
    <w:rsid w:val="00945D6A"/>
    <w:rsid w:val="009529AB"/>
    <w:rsid w:val="00957454"/>
    <w:rsid w:val="00960695"/>
    <w:rsid w:val="0096115B"/>
    <w:rsid w:val="009614AE"/>
    <w:rsid w:val="00963F04"/>
    <w:rsid w:val="0096597B"/>
    <w:rsid w:val="00965C0E"/>
    <w:rsid w:val="00965D2E"/>
    <w:rsid w:val="00966D6D"/>
    <w:rsid w:val="00967658"/>
    <w:rsid w:val="009721B0"/>
    <w:rsid w:val="009749C6"/>
    <w:rsid w:val="00974FE3"/>
    <w:rsid w:val="00976CD7"/>
    <w:rsid w:val="0097706A"/>
    <w:rsid w:val="00977876"/>
    <w:rsid w:val="009779BF"/>
    <w:rsid w:val="00980898"/>
    <w:rsid w:val="009829C1"/>
    <w:rsid w:val="009848CA"/>
    <w:rsid w:val="00984E7E"/>
    <w:rsid w:val="00985561"/>
    <w:rsid w:val="00986139"/>
    <w:rsid w:val="009871B5"/>
    <w:rsid w:val="00987FE8"/>
    <w:rsid w:val="00991F9D"/>
    <w:rsid w:val="00992D1A"/>
    <w:rsid w:val="00992DD9"/>
    <w:rsid w:val="00995A5A"/>
    <w:rsid w:val="009968C5"/>
    <w:rsid w:val="009A1C29"/>
    <w:rsid w:val="009A23AB"/>
    <w:rsid w:val="009A2BD8"/>
    <w:rsid w:val="009A34B7"/>
    <w:rsid w:val="009A3870"/>
    <w:rsid w:val="009A4311"/>
    <w:rsid w:val="009A5A0A"/>
    <w:rsid w:val="009A6456"/>
    <w:rsid w:val="009A7B07"/>
    <w:rsid w:val="009B101B"/>
    <w:rsid w:val="009B1322"/>
    <w:rsid w:val="009B256F"/>
    <w:rsid w:val="009B2E07"/>
    <w:rsid w:val="009B6BEC"/>
    <w:rsid w:val="009C062E"/>
    <w:rsid w:val="009C3A24"/>
    <w:rsid w:val="009C409B"/>
    <w:rsid w:val="009C41E1"/>
    <w:rsid w:val="009C44BB"/>
    <w:rsid w:val="009C5809"/>
    <w:rsid w:val="009D081C"/>
    <w:rsid w:val="009D0AA2"/>
    <w:rsid w:val="009D13CE"/>
    <w:rsid w:val="009D180E"/>
    <w:rsid w:val="009D1E9B"/>
    <w:rsid w:val="009D3382"/>
    <w:rsid w:val="009D3707"/>
    <w:rsid w:val="009D39E4"/>
    <w:rsid w:val="009D4FCE"/>
    <w:rsid w:val="009D6F6F"/>
    <w:rsid w:val="009D6FB9"/>
    <w:rsid w:val="009D70B0"/>
    <w:rsid w:val="009E013E"/>
    <w:rsid w:val="009E30AC"/>
    <w:rsid w:val="009E3225"/>
    <w:rsid w:val="009E3AA1"/>
    <w:rsid w:val="009E59F1"/>
    <w:rsid w:val="009E62CE"/>
    <w:rsid w:val="009E6888"/>
    <w:rsid w:val="009E72EA"/>
    <w:rsid w:val="009F1D3B"/>
    <w:rsid w:val="009F222B"/>
    <w:rsid w:val="009F274A"/>
    <w:rsid w:val="009F28A8"/>
    <w:rsid w:val="009F3B8D"/>
    <w:rsid w:val="009F3C5F"/>
    <w:rsid w:val="009F431A"/>
    <w:rsid w:val="009F46C7"/>
    <w:rsid w:val="009F4F1A"/>
    <w:rsid w:val="009F6A39"/>
    <w:rsid w:val="009F6CF9"/>
    <w:rsid w:val="009F6E2A"/>
    <w:rsid w:val="009F7C1E"/>
    <w:rsid w:val="00A0027F"/>
    <w:rsid w:val="00A01CD8"/>
    <w:rsid w:val="00A023F3"/>
    <w:rsid w:val="00A056F1"/>
    <w:rsid w:val="00A10CE9"/>
    <w:rsid w:val="00A12A8F"/>
    <w:rsid w:val="00A13FAA"/>
    <w:rsid w:val="00A165CF"/>
    <w:rsid w:val="00A17218"/>
    <w:rsid w:val="00A17398"/>
    <w:rsid w:val="00A175A2"/>
    <w:rsid w:val="00A21A20"/>
    <w:rsid w:val="00A246CF"/>
    <w:rsid w:val="00A25D96"/>
    <w:rsid w:val="00A27708"/>
    <w:rsid w:val="00A27767"/>
    <w:rsid w:val="00A304B5"/>
    <w:rsid w:val="00A401F0"/>
    <w:rsid w:val="00A4052F"/>
    <w:rsid w:val="00A40F08"/>
    <w:rsid w:val="00A41BD8"/>
    <w:rsid w:val="00A46573"/>
    <w:rsid w:val="00A51075"/>
    <w:rsid w:val="00A52A8F"/>
    <w:rsid w:val="00A52B84"/>
    <w:rsid w:val="00A5318D"/>
    <w:rsid w:val="00A53440"/>
    <w:rsid w:val="00A56694"/>
    <w:rsid w:val="00A60212"/>
    <w:rsid w:val="00A60B34"/>
    <w:rsid w:val="00A614F4"/>
    <w:rsid w:val="00A62EA6"/>
    <w:rsid w:val="00A650EA"/>
    <w:rsid w:val="00A67B56"/>
    <w:rsid w:val="00A67D5C"/>
    <w:rsid w:val="00A71314"/>
    <w:rsid w:val="00A72370"/>
    <w:rsid w:val="00A72D6A"/>
    <w:rsid w:val="00A72FD8"/>
    <w:rsid w:val="00A74638"/>
    <w:rsid w:val="00A74808"/>
    <w:rsid w:val="00A776CA"/>
    <w:rsid w:val="00A816AE"/>
    <w:rsid w:val="00A82A96"/>
    <w:rsid w:val="00A8319A"/>
    <w:rsid w:val="00A84072"/>
    <w:rsid w:val="00A8524E"/>
    <w:rsid w:val="00A85841"/>
    <w:rsid w:val="00A85BEE"/>
    <w:rsid w:val="00A87820"/>
    <w:rsid w:val="00A90369"/>
    <w:rsid w:val="00A95602"/>
    <w:rsid w:val="00A960CA"/>
    <w:rsid w:val="00AA0416"/>
    <w:rsid w:val="00AA07F2"/>
    <w:rsid w:val="00AA0B64"/>
    <w:rsid w:val="00AA0E77"/>
    <w:rsid w:val="00AA10D5"/>
    <w:rsid w:val="00AA1284"/>
    <w:rsid w:val="00AA261C"/>
    <w:rsid w:val="00AA2A2B"/>
    <w:rsid w:val="00AA5D4D"/>
    <w:rsid w:val="00AA6E0D"/>
    <w:rsid w:val="00AA758D"/>
    <w:rsid w:val="00AB0AAA"/>
    <w:rsid w:val="00AB0BA3"/>
    <w:rsid w:val="00AB251B"/>
    <w:rsid w:val="00AB3489"/>
    <w:rsid w:val="00AB425B"/>
    <w:rsid w:val="00AB594D"/>
    <w:rsid w:val="00AB5BCC"/>
    <w:rsid w:val="00AB7621"/>
    <w:rsid w:val="00AC1480"/>
    <w:rsid w:val="00AC1F43"/>
    <w:rsid w:val="00AC2138"/>
    <w:rsid w:val="00AC2544"/>
    <w:rsid w:val="00AC3019"/>
    <w:rsid w:val="00AC31DA"/>
    <w:rsid w:val="00AC4AF5"/>
    <w:rsid w:val="00AC576B"/>
    <w:rsid w:val="00AC5927"/>
    <w:rsid w:val="00AC608E"/>
    <w:rsid w:val="00AC659A"/>
    <w:rsid w:val="00AC6EF1"/>
    <w:rsid w:val="00AC77E4"/>
    <w:rsid w:val="00AC78E1"/>
    <w:rsid w:val="00AC7AFC"/>
    <w:rsid w:val="00AC7E03"/>
    <w:rsid w:val="00AD0F6D"/>
    <w:rsid w:val="00AD2B7D"/>
    <w:rsid w:val="00AD315F"/>
    <w:rsid w:val="00AD4DBA"/>
    <w:rsid w:val="00AD5EAE"/>
    <w:rsid w:val="00AD6A9F"/>
    <w:rsid w:val="00AD7719"/>
    <w:rsid w:val="00AD7EB7"/>
    <w:rsid w:val="00AE1E5B"/>
    <w:rsid w:val="00AE28E3"/>
    <w:rsid w:val="00AE5555"/>
    <w:rsid w:val="00AE5962"/>
    <w:rsid w:val="00AE6ABB"/>
    <w:rsid w:val="00AE77BF"/>
    <w:rsid w:val="00AF13D5"/>
    <w:rsid w:val="00AF214C"/>
    <w:rsid w:val="00AF3C83"/>
    <w:rsid w:val="00AF45AB"/>
    <w:rsid w:val="00B009B3"/>
    <w:rsid w:val="00B01379"/>
    <w:rsid w:val="00B01742"/>
    <w:rsid w:val="00B02892"/>
    <w:rsid w:val="00B10484"/>
    <w:rsid w:val="00B1447E"/>
    <w:rsid w:val="00B14812"/>
    <w:rsid w:val="00B15E5B"/>
    <w:rsid w:val="00B160FA"/>
    <w:rsid w:val="00B16A44"/>
    <w:rsid w:val="00B16E64"/>
    <w:rsid w:val="00B220F5"/>
    <w:rsid w:val="00B2439C"/>
    <w:rsid w:val="00B2528A"/>
    <w:rsid w:val="00B25E03"/>
    <w:rsid w:val="00B274A9"/>
    <w:rsid w:val="00B274B0"/>
    <w:rsid w:val="00B300C1"/>
    <w:rsid w:val="00B32151"/>
    <w:rsid w:val="00B32F4C"/>
    <w:rsid w:val="00B373EE"/>
    <w:rsid w:val="00B37E67"/>
    <w:rsid w:val="00B42C42"/>
    <w:rsid w:val="00B46895"/>
    <w:rsid w:val="00B5099C"/>
    <w:rsid w:val="00B50F8B"/>
    <w:rsid w:val="00B51123"/>
    <w:rsid w:val="00B517E9"/>
    <w:rsid w:val="00B51E89"/>
    <w:rsid w:val="00B54CD0"/>
    <w:rsid w:val="00B569AB"/>
    <w:rsid w:val="00B56B88"/>
    <w:rsid w:val="00B57CF2"/>
    <w:rsid w:val="00B61202"/>
    <w:rsid w:val="00B62182"/>
    <w:rsid w:val="00B62ED6"/>
    <w:rsid w:val="00B6396C"/>
    <w:rsid w:val="00B643D4"/>
    <w:rsid w:val="00B6450B"/>
    <w:rsid w:val="00B64F18"/>
    <w:rsid w:val="00B66A38"/>
    <w:rsid w:val="00B70970"/>
    <w:rsid w:val="00B70973"/>
    <w:rsid w:val="00B7161B"/>
    <w:rsid w:val="00B74B2C"/>
    <w:rsid w:val="00B74D67"/>
    <w:rsid w:val="00B75416"/>
    <w:rsid w:val="00B803BC"/>
    <w:rsid w:val="00B82EAF"/>
    <w:rsid w:val="00B847F3"/>
    <w:rsid w:val="00B873B9"/>
    <w:rsid w:val="00B8742D"/>
    <w:rsid w:val="00B87B50"/>
    <w:rsid w:val="00B90B8E"/>
    <w:rsid w:val="00B90E38"/>
    <w:rsid w:val="00B90FD0"/>
    <w:rsid w:val="00B92FB1"/>
    <w:rsid w:val="00B934FD"/>
    <w:rsid w:val="00B978B9"/>
    <w:rsid w:val="00BA00C9"/>
    <w:rsid w:val="00BA67C8"/>
    <w:rsid w:val="00BA76BD"/>
    <w:rsid w:val="00BA7BF9"/>
    <w:rsid w:val="00BB016A"/>
    <w:rsid w:val="00BB1883"/>
    <w:rsid w:val="00BB2282"/>
    <w:rsid w:val="00BB2DCC"/>
    <w:rsid w:val="00BB2F74"/>
    <w:rsid w:val="00BB39DF"/>
    <w:rsid w:val="00BB545F"/>
    <w:rsid w:val="00BB5EA6"/>
    <w:rsid w:val="00BB5F9E"/>
    <w:rsid w:val="00BC08D2"/>
    <w:rsid w:val="00BC1608"/>
    <w:rsid w:val="00BC27DD"/>
    <w:rsid w:val="00BC2914"/>
    <w:rsid w:val="00BC3A33"/>
    <w:rsid w:val="00BD17C0"/>
    <w:rsid w:val="00BD2D85"/>
    <w:rsid w:val="00BD375D"/>
    <w:rsid w:val="00BD500E"/>
    <w:rsid w:val="00BD68F1"/>
    <w:rsid w:val="00BD7818"/>
    <w:rsid w:val="00BD7FDA"/>
    <w:rsid w:val="00BE2CAD"/>
    <w:rsid w:val="00BE2CCB"/>
    <w:rsid w:val="00BE3113"/>
    <w:rsid w:val="00BE5C12"/>
    <w:rsid w:val="00BF08E5"/>
    <w:rsid w:val="00BF0D4A"/>
    <w:rsid w:val="00BF1D75"/>
    <w:rsid w:val="00BF4238"/>
    <w:rsid w:val="00BF4818"/>
    <w:rsid w:val="00BF572C"/>
    <w:rsid w:val="00BF5977"/>
    <w:rsid w:val="00BF6944"/>
    <w:rsid w:val="00BF72A5"/>
    <w:rsid w:val="00C00505"/>
    <w:rsid w:val="00C02982"/>
    <w:rsid w:val="00C03438"/>
    <w:rsid w:val="00C03F57"/>
    <w:rsid w:val="00C0704B"/>
    <w:rsid w:val="00C07CA1"/>
    <w:rsid w:val="00C10E75"/>
    <w:rsid w:val="00C13452"/>
    <w:rsid w:val="00C1434C"/>
    <w:rsid w:val="00C151BE"/>
    <w:rsid w:val="00C151EE"/>
    <w:rsid w:val="00C15667"/>
    <w:rsid w:val="00C159CF"/>
    <w:rsid w:val="00C20990"/>
    <w:rsid w:val="00C21B90"/>
    <w:rsid w:val="00C21E6F"/>
    <w:rsid w:val="00C22E05"/>
    <w:rsid w:val="00C23C45"/>
    <w:rsid w:val="00C247EB"/>
    <w:rsid w:val="00C263E2"/>
    <w:rsid w:val="00C2668A"/>
    <w:rsid w:val="00C31F14"/>
    <w:rsid w:val="00C33262"/>
    <w:rsid w:val="00C33FFF"/>
    <w:rsid w:val="00C35228"/>
    <w:rsid w:val="00C35A18"/>
    <w:rsid w:val="00C35B3F"/>
    <w:rsid w:val="00C37F94"/>
    <w:rsid w:val="00C40013"/>
    <w:rsid w:val="00C402AC"/>
    <w:rsid w:val="00C402DC"/>
    <w:rsid w:val="00C46BCE"/>
    <w:rsid w:val="00C506C0"/>
    <w:rsid w:val="00C5227B"/>
    <w:rsid w:val="00C53DF8"/>
    <w:rsid w:val="00C54181"/>
    <w:rsid w:val="00C54A21"/>
    <w:rsid w:val="00C54D43"/>
    <w:rsid w:val="00C54E2F"/>
    <w:rsid w:val="00C55888"/>
    <w:rsid w:val="00C57CE9"/>
    <w:rsid w:val="00C57EC4"/>
    <w:rsid w:val="00C60CA1"/>
    <w:rsid w:val="00C65C48"/>
    <w:rsid w:val="00C66EF0"/>
    <w:rsid w:val="00C705EA"/>
    <w:rsid w:val="00C718AA"/>
    <w:rsid w:val="00C723CE"/>
    <w:rsid w:val="00C723DC"/>
    <w:rsid w:val="00C72703"/>
    <w:rsid w:val="00C72BDD"/>
    <w:rsid w:val="00C7505D"/>
    <w:rsid w:val="00C75632"/>
    <w:rsid w:val="00C756DE"/>
    <w:rsid w:val="00C75EC4"/>
    <w:rsid w:val="00C77946"/>
    <w:rsid w:val="00C77D05"/>
    <w:rsid w:val="00C80A7F"/>
    <w:rsid w:val="00C80BDE"/>
    <w:rsid w:val="00C810B1"/>
    <w:rsid w:val="00C82DE1"/>
    <w:rsid w:val="00C83C9E"/>
    <w:rsid w:val="00C84142"/>
    <w:rsid w:val="00C848B0"/>
    <w:rsid w:val="00C86AB1"/>
    <w:rsid w:val="00C901D8"/>
    <w:rsid w:val="00C91042"/>
    <w:rsid w:val="00C915F6"/>
    <w:rsid w:val="00C96CC7"/>
    <w:rsid w:val="00CA292A"/>
    <w:rsid w:val="00CA2B55"/>
    <w:rsid w:val="00CA4122"/>
    <w:rsid w:val="00CA4485"/>
    <w:rsid w:val="00CA75D3"/>
    <w:rsid w:val="00CA7A88"/>
    <w:rsid w:val="00CB1478"/>
    <w:rsid w:val="00CB488A"/>
    <w:rsid w:val="00CB4A5E"/>
    <w:rsid w:val="00CB5406"/>
    <w:rsid w:val="00CB5E83"/>
    <w:rsid w:val="00CB748B"/>
    <w:rsid w:val="00CB74FB"/>
    <w:rsid w:val="00CC0CE6"/>
    <w:rsid w:val="00CC13D6"/>
    <w:rsid w:val="00CC167F"/>
    <w:rsid w:val="00CC1B51"/>
    <w:rsid w:val="00CC3723"/>
    <w:rsid w:val="00CC4CE1"/>
    <w:rsid w:val="00CC643B"/>
    <w:rsid w:val="00CC69E2"/>
    <w:rsid w:val="00CC777C"/>
    <w:rsid w:val="00CD15F7"/>
    <w:rsid w:val="00CD166E"/>
    <w:rsid w:val="00CD4A8B"/>
    <w:rsid w:val="00CD5356"/>
    <w:rsid w:val="00CD5A8F"/>
    <w:rsid w:val="00CD5DBF"/>
    <w:rsid w:val="00CD6910"/>
    <w:rsid w:val="00CD791D"/>
    <w:rsid w:val="00CE0260"/>
    <w:rsid w:val="00CE0771"/>
    <w:rsid w:val="00CE178E"/>
    <w:rsid w:val="00CE35A3"/>
    <w:rsid w:val="00CE39FD"/>
    <w:rsid w:val="00CE4139"/>
    <w:rsid w:val="00CE5FED"/>
    <w:rsid w:val="00CF0662"/>
    <w:rsid w:val="00CF0CBC"/>
    <w:rsid w:val="00CF19E1"/>
    <w:rsid w:val="00CF260D"/>
    <w:rsid w:val="00CF293A"/>
    <w:rsid w:val="00CF2B1C"/>
    <w:rsid w:val="00CF3B5E"/>
    <w:rsid w:val="00CF4853"/>
    <w:rsid w:val="00CF594B"/>
    <w:rsid w:val="00CF6F3F"/>
    <w:rsid w:val="00CF798C"/>
    <w:rsid w:val="00D02227"/>
    <w:rsid w:val="00D02C5D"/>
    <w:rsid w:val="00D03CC0"/>
    <w:rsid w:val="00D07D44"/>
    <w:rsid w:val="00D10E1B"/>
    <w:rsid w:val="00D1278C"/>
    <w:rsid w:val="00D1321F"/>
    <w:rsid w:val="00D13BDE"/>
    <w:rsid w:val="00D144A9"/>
    <w:rsid w:val="00D1732B"/>
    <w:rsid w:val="00D174FB"/>
    <w:rsid w:val="00D205CD"/>
    <w:rsid w:val="00D23957"/>
    <w:rsid w:val="00D248CC"/>
    <w:rsid w:val="00D2510E"/>
    <w:rsid w:val="00D25F24"/>
    <w:rsid w:val="00D25F95"/>
    <w:rsid w:val="00D265D9"/>
    <w:rsid w:val="00D3156C"/>
    <w:rsid w:val="00D326BA"/>
    <w:rsid w:val="00D34AD3"/>
    <w:rsid w:val="00D35396"/>
    <w:rsid w:val="00D37F01"/>
    <w:rsid w:val="00D41A34"/>
    <w:rsid w:val="00D44A28"/>
    <w:rsid w:val="00D44D33"/>
    <w:rsid w:val="00D45362"/>
    <w:rsid w:val="00D46DE8"/>
    <w:rsid w:val="00D47A75"/>
    <w:rsid w:val="00D50ADC"/>
    <w:rsid w:val="00D51AA7"/>
    <w:rsid w:val="00D5226F"/>
    <w:rsid w:val="00D533D7"/>
    <w:rsid w:val="00D54C2A"/>
    <w:rsid w:val="00D55A61"/>
    <w:rsid w:val="00D56081"/>
    <w:rsid w:val="00D57225"/>
    <w:rsid w:val="00D57C65"/>
    <w:rsid w:val="00D617EC"/>
    <w:rsid w:val="00D6464F"/>
    <w:rsid w:val="00D646DC"/>
    <w:rsid w:val="00D661FA"/>
    <w:rsid w:val="00D6653B"/>
    <w:rsid w:val="00D7018E"/>
    <w:rsid w:val="00D7084D"/>
    <w:rsid w:val="00D711DE"/>
    <w:rsid w:val="00D71E58"/>
    <w:rsid w:val="00D735B6"/>
    <w:rsid w:val="00D73A5C"/>
    <w:rsid w:val="00D75ADE"/>
    <w:rsid w:val="00D76014"/>
    <w:rsid w:val="00D76298"/>
    <w:rsid w:val="00D779B6"/>
    <w:rsid w:val="00D80B6E"/>
    <w:rsid w:val="00D8161E"/>
    <w:rsid w:val="00D8161F"/>
    <w:rsid w:val="00D81F9F"/>
    <w:rsid w:val="00D8217D"/>
    <w:rsid w:val="00D85EAB"/>
    <w:rsid w:val="00D8687C"/>
    <w:rsid w:val="00D9178C"/>
    <w:rsid w:val="00D94D55"/>
    <w:rsid w:val="00D96299"/>
    <w:rsid w:val="00D97469"/>
    <w:rsid w:val="00D97AE9"/>
    <w:rsid w:val="00DA0A5E"/>
    <w:rsid w:val="00DA27E1"/>
    <w:rsid w:val="00DA3126"/>
    <w:rsid w:val="00DA3E9A"/>
    <w:rsid w:val="00DA53E4"/>
    <w:rsid w:val="00DB0165"/>
    <w:rsid w:val="00DB0691"/>
    <w:rsid w:val="00DB0E0C"/>
    <w:rsid w:val="00DB141A"/>
    <w:rsid w:val="00DB1EC5"/>
    <w:rsid w:val="00DB1FFD"/>
    <w:rsid w:val="00DB5599"/>
    <w:rsid w:val="00DC1255"/>
    <w:rsid w:val="00DC2276"/>
    <w:rsid w:val="00DC2873"/>
    <w:rsid w:val="00DC4224"/>
    <w:rsid w:val="00DC4B91"/>
    <w:rsid w:val="00DC59BF"/>
    <w:rsid w:val="00DC7837"/>
    <w:rsid w:val="00DD1A17"/>
    <w:rsid w:val="00DD2F7B"/>
    <w:rsid w:val="00DE3594"/>
    <w:rsid w:val="00DE6041"/>
    <w:rsid w:val="00DE72B9"/>
    <w:rsid w:val="00DE73E1"/>
    <w:rsid w:val="00DE7DC3"/>
    <w:rsid w:val="00DF09F6"/>
    <w:rsid w:val="00DF0A64"/>
    <w:rsid w:val="00DF196D"/>
    <w:rsid w:val="00DF2DCB"/>
    <w:rsid w:val="00DF3F91"/>
    <w:rsid w:val="00DF44E5"/>
    <w:rsid w:val="00DF544C"/>
    <w:rsid w:val="00DF6F2F"/>
    <w:rsid w:val="00DF7285"/>
    <w:rsid w:val="00E01532"/>
    <w:rsid w:val="00E02028"/>
    <w:rsid w:val="00E02186"/>
    <w:rsid w:val="00E02A07"/>
    <w:rsid w:val="00E032DF"/>
    <w:rsid w:val="00E03741"/>
    <w:rsid w:val="00E03B53"/>
    <w:rsid w:val="00E05653"/>
    <w:rsid w:val="00E06668"/>
    <w:rsid w:val="00E0703B"/>
    <w:rsid w:val="00E11991"/>
    <w:rsid w:val="00E14BD4"/>
    <w:rsid w:val="00E22988"/>
    <w:rsid w:val="00E23363"/>
    <w:rsid w:val="00E23DC1"/>
    <w:rsid w:val="00E254B3"/>
    <w:rsid w:val="00E258F1"/>
    <w:rsid w:val="00E2734E"/>
    <w:rsid w:val="00E27DE3"/>
    <w:rsid w:val="00E300D0"/>
    <w:rsid w:val="00E30459"/>
    <w:rsid w:val="00E30A1C"/>
    <w:rsid w:val="00E30CEC"/>
    <w:rsid w:val="00E31AE0"/>
    <w:rsid w:val="00E32294"/>
    <w:rsid w:val="00E334C6"/>
    <w:rsid w:val="00E34243"/>
    <w:rsid w:val="00E346C1"/>
    <w:rsid w:val="00E34FE5"/>
    <w:rsid w:val="00E403B5"/>
    <w:rsid w:val="00E42BD3"/>
    <w:rsid w:val="00E4318C"/>
    <w:rsid w:val="00E43ACC"/>
    <w:rsid w:val="00E44C3D"/>
    <w:rsid w:val="00E4539A"/>
    <w:rsid w:val="00E45C6B"/>
    <w:rsid w:val="00E46855"/>
    <w:rsid w:val="00E50825"/>
    <w:rsid w:val="00E536BD"/>
    <w:rsid w:val="00E53DEB"/>
    <w:rsid w:val="00E55DD8"/>
    <w:rsid w:val="00E61600"/>
    <w:rsid w:val="00E6237C"/>
    <w:rsid w:val="00E63C35"/>
    <w:rsid w:val="00E6759A"/>
    <w:rsid w:val="00E70BEC"/>
    <w:rsid w:val="00E74025"/>
    <w:rsid w:val="00E74507"/>
    <w:rsid w:val="00E75E98"/>
    <w:rsid w:val="00E7653C"/>
    <w:rsid w:val="00E77A98"/>
    <w:rsid w:val="00E8012B"/>
    <w:rsid w:val="00E8057A"/>
    <w:rsid w:val="00E80E6B"/>
    <w:rsid w:val="00E81B8F"/>
    <w:rsid w:val="00E82456"/>
    <w:rsid w:val="00E8260C"/>
    <w:rsid w:val="00E82CBB"/>
    <w:rsid w:val="00E82DA0"/>
    <w:rsid w:val="00E853F2"/>
    <w:rsid w:val="00E86966"/>
    <w:rsid w:val="00E86A1E"/>
    <w:rsid w:val="00E8734C"/>
    <w:rsid w:val="00E87790"/>
    <w:rsid w:val="00E90124"/>
    <w:rsid w:val="00E91DFD"/>
    <w:rsid w:val="00E9351B"/>
    <w:rsid w:val="00E94C0A"/>
    <w:rsid w:val="00E9525E"/>
    <w:rsid w:val="00E954C8"/>
    <w:rsid w:val="00E9652E"/>
    <w:rsid w:val="00E97594"/>
    <w:rsid w:val="00EA1C32"/>
    <w:rsid w:val="00EA1DA2"/>
    <w:rsid w:val="00EA4E2A"/>
    <w:rsid w:val="00EA4FA8"/>
    <w:rsid w:val="00EA596C"/>
    <w:rsid w:val="00EA5E35"/>
    <w:rsid w:val="00EA648F"/>
    <w:rsid w:val="00EB1769"/>
    <w:rsid w:val="00EB4747"/>
    <w:rsid w:val="00EB50C6"/>
    <w:rsid w:val="00EB641B"/>
    <w:rsid w:val="00EB65E9"/>
    <w:rsid w:val="00EC103E"/>
    <w:rsid w:val="00EC12D4"/>
    <w:rsid w:val="00EC4202"/>
    <w:rsid w:val="00EC53EC"/>
    <w:rsid w:val="00EC5D1A"/>
    <w:rsid w:val="00EC5F81"/>
    <w:rsid w:val="00EC7624"/>
    <w:rsid w:val="00ED0747"/>
    <w:rsid w:val="00ED17C7"/>
    <w:rsid w:val="00ED2149"/>
    <w:rsid w:val="00ED2E90"/>
    <w:rsid w:val="00ED491B"/>
    <w:rsid w:val="00ED51B0"/>
    <w:rsid w:val="00ED7B7B"/>
    <w:rsid w:val="00EE18BD"/>
    <w:rsid w:val="00EE30E8"/>
    <w:rsid w:val="00EE5D08"/>
    <w:rsid w:val="00EF05BA"/>
    <w:rsid w:val="00EF209B"/>
    <w:rsid w:val="00EF258F"/>
    <w:rsid w:val="00F00B4C"/>
    <w:rsid w:val="00F00D7B"/>
    <w:rsid w:val="00F00FA3"/>
    <w:rsid w:val="00F0103C"/>
    <w:rsid w:val="00F0107B"/>
    <w:rsid w:val="00F05FAB"/>
    <w:rsid w:val="00F06582"/>
    <w:rsid w:val="00F078AD"/>
    <w:rsid w:val="00F11DE4"/>
    <w:rsid w:val="00F12F7E"/>
    <w:rsid w:val="00F168B9"/>
    <w:rsid w:val="00F17A4A"/>
    <w:rsid w:val="00F2055B"/>
    <w:rsid w:val="00F240A7"/>
    <w:rsid w:val="00F2569C"/>
    <w:rsid w:val="00F25D18"/>
    <w:rsid w:val="00F26194"/>
    <w:rsid w:val="00F31698"/>
    <w:rsid w:val="00F3304C"/>
    <w:rsid w:val="00F33155"/>
    <w:rsid w:val="00F37CA2"/>
    <w:rsid w:val="00F4315C"/>
    <w:rsid w:val="00F44D26"/>
    <w:rsid w:val="00F45521"/>
    <w:rsid w:val="00F469D5"/>
    <w:rsid w:val="00F46D19"/>
    <w:rsid w:val="00F50970"/>
    <w:rsid w:val="00F5284E"/>
    <w:rsid w:val="00F54F62"/>
    <w:rsid w:val="00F55804"/>
    <w:rsid w:val="00F600AA"/>
    <w:rsid w:val="00F60321"/>
    <w:rsid w:val="00F60704"/>
    <w:rsid w:val="00F6227D"/>
    <w:rsid w:val="00F62C30"/>
    <w:rsid w:val="00F630CE"/>
    <w:rsid w:val="00F63273"/>
    <w:rsid w:val="00F7013D"/>
    <w:rsid w:val="00F70191"/>
    <w:rsid w:val="00F7057F"/>
    <w:rsid w:val="00F70BBD"/>
    <w:rsid w:val="00F74D2C"/>
    <w:rsid w:val="00F76DB8"/>
    <w:rsid w:val="00F82881"/>
    <w:rsid w:val="00F84DDD"/>
    <w:rsid w:val="00F85FC8"/>
    <w:rsid w:val="00F861ED"/>
    <w:rsid w:val="00F93AEF"/>
    <w:rsid w:val="00F9434D"/>
    <w:rsid w:val="00F95998"/>
    <w:rsid w:val="00F95AB5"/>
    <w:rsid w:val="00F95D7F"/>
    <w:rsid w:val="00F96273"/>
    <w:rsid w:val="00F97621"/>
    <w:rsid w:val="00F9770A"/>
    <w:rsid w:val="00FA062C"/>
    <w:rsid w:val="00FA0940"/>
    <w:rsid w:val="00FA098B"/>
    <w:rsid w:val="00FA290A"/>
    <w:rsid w:val="00FA3D4E"/>
    <w:rsid w:val="00FA529B"/>
    <w:rsid w:val="00FB005A"/>
    <w:rsid w:val="00FB0577"/>
    <w:rsid w:val="00FB0FB4"/>
    <w:rsid w:val="00FB1852"/>
    <w:rsid w:val="00FB33E9"/>
    <w:rsid w:val="00FB4C1D"/>
    <w:rsid w:val="00FB50D3"/>
    <w:rsid w:val="00FB60B9"/>
    <w:rsid w:val="00FB60E4"/>
    <w:rsid w:val="00FB618D"/>
    <w:rsid w:val="00FB61AB"/>
    <w:rsid w:val="00FB61E0"/>
    <w:rsid w:val="00FB6E71"/>
    <w:rsid w:val="00FB7946"/>
    <w:rsid w:val="00FC03FC"/>
    <w:rsid w:val="00FC050B"/>
    <w:rsid w:val="00FC09A9"/>
    <w:rsid w:val="00FC1B4F"/>
    <w:rsid w:val="00FC367D"/>
    <w:rsid w:val="00FC52DC"/>
    <w:rsid w:val="00FC66E8"/>
    <w:rsid w:val="00FD0D4E"/>
    <w:rsid w:val="00FD156D"/>
    <w:rsid w:val="00FD1AF5"/>
    <w:rsid w:val="00FD2215"/>
    <w:rsid w:val="00FD3777"/>
    <w:rsid w:val="00FD5BBD"/>
    <w:rsid w:val="00FD6CFC"/>
    <w:rsid w:val="00FD7C79"/>
    <w:rsid w:val="00FE0BAE"/>
    <w:rsid w:val="00FE12C7"/>
    <w:rsid w:val="00FE1C2A"/>
    <w:rsid w:val="00FE2A23"/>
    <w:rsid w:val="00FE2ADC"/>
    <w:rsid w:val="00FE2E71"/>
    <w:rsid w:val="00FE38FD"/>
    <w:rsid w:val="00FE5098"/>
    <w:rsid w:val="00FE5E2E"/>
    <w:rsid w:val="00FF20C7"/>
    <w:rsid w:val="00FF3DAF"/>
    <w:rsid w:val="00FF4036"/>
    <w:rsid w:val="00FF50B9"/>
    <w:rsid w:val="00FF56B7"/>
    <w:rsid w:val="00FF56E2"/>
    <w:rsid w:val="00FF5A55"/>
    <w:rsid w:val="021CDCB4"/>
    <w:rsid w:val="03D3BF1C"/>
    <w:rsid w:val="0446E13E"/>
    <w:rsid w:val="04AC9A9E"/>
    <w:rsid w:val="07C910A1"/>
    <w:rsid w:val="08ADE5D2"/>
    <w:rsid w:val="08CB4198"/>
    <w:rsid w:val="0CC2A938"/>
    <w:rsid w:val="0F21A64C"/>
    <w:rsid w:val="1049274C"/>
    <w:rsid w:val="1198868F"/>
    <w:rsid w:val="1797F2E5"/>
    <w:rsid w:val="17BF0B22"/>
    <w:rsid w:val="18C55BB2"/>
    <w:rsid w:val="18C81F02"/>
    <w:rsid w:val="1A0A36A0"/>
    <w:rsid w:val="1C147E47"/>
    <w:rsid w:val="1E1BA523"/>
    <w:rsid w:val="2189B3D6"/>
    <w:rsid w:val="23DEF949"/>
    <w:rsid w:val="243E241E"/>
    <w:rsid w:val="26B3A811"/>
    <w:rsid w:val="272A9BB1"/>
    <w:rsid w:val="2756E8EB"/>
    <w:rsid w:val="2EC2DEBD"/>
    <w:rsid w:val="2F850B72"/>
    <w:rsid w:val="32294557"/>
    <w:rsid w:val="3261A02B"/>
    <w:rsid w:val="34236F76"/>
    <w:rsid w:val="36129528"/>
    <w:rsid w:val="365FF5D4"/>
    <w:rsid w:val="37ABCAF7"/>
    <w:rsid w:val="3813AE57"/>
    <w:rsid w:val="381921B0"/>
    <w:rsid w:val="3A9A0D03"/>
    <w:rsid w:val="3F364C5B"/>
    <w:rsid w:val="3FB72CB4"/>
    <w:rsid w:val="41056846"/>
    <w:rsid w:val="413AB12F"/>
    <w:rsid w:val="41C8D24B"/>
    <w:rsid w:val="425D4574"/>
    <w:rsid w:val="455BF3CF"/>
    <w:rsid w:val="4569A11D"/>
    <w:rsid w:val="4615931F"/>
    <w:rsid w:val="49F727BE"/>
    <w:rsid w:val="4A8F4774"/>
    <w:rsid w:val="4AA5A056"/>
    <w:rsid w:val="4D222B9D"/>
    <w:rsid w:val="4DEB783C"/>
    <w:rsid w:val="50AD3E95"/>
    <w:rsid w:val="5259986A"/>
    <w:rsid w:val="55AFA982"/>
    <w:rsid w:val="58588960"/>
    <w:rsid w:val="58A745AF"/>
    <w:rsid w:val="5B49CF36"/>
    <w:rsid w:val="5BCFF317"/>
    <w:rsid w:val="5D31AF56"/>
    <w:rsid w:val="5D59C3EC"/>
    <w:rsid w:val="5D734D8E"/>
    <w:rsid w:val="60480ED4"/>
    <w:rsid w:val="64521581"/>
    <w:rsid w:val="647C4D92"/>
    <w:rsid w:val="65DD838C"/>
    <w:rsid w:val="68F1AC3A"/>
    <w:rsid w:val="69DBC81C"/>
    <w:rsid w:val="6A196A38"/>
    <w:rsid w:val="70251909"/>
    <w:rsid w:val="708B4BB0"/>
    <w:rsid w:val="70AFA437"/>
    <w:rsid w:val="70C97CD0"/>
    <w:rsid w:val="72E2EC81"/>
    <w:rsid w:val="75220E51"/>
    <w:rsid w:val="774891CC"/>
    <w:rsid w:val="77C59C0C"/>
    <w:rsid w:val="77EABEE2"/>
    <w:rsid w:val="7B9C8E28"/>
    <w:rsid w:val="7CD81C42"/>
    <w:rsid w:val="7D05EFC6"/>
    <w:rsid w:val="7F73AF57"/>
    <w:rsid w:val="7FB718BB"/>
    <w:rsid w:val="7FF0FEA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67504FBD-AA85-4009-87BB-7DA1E38A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it-IT"/>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it-IT"/>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semiHidden/>
    <w:unhideWhenUsed/>
    <w:rsid w:val="0024549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152843328">
      <w:bodyDiv w:val="1"/>
      <w:marLeft w:val="0"/>
      <w:marRight w:val="0"/>
      <w:marTop w:val="0"/>
      <w:marBottom w:val="0"/>
      <w:divBdr>
        <w:top w:val="none" w:sz="0" w:space="0" w:color="auto"/>
        <w:left w:val="none" w:sz="0" w:space="0" w:color="auto"/>
        <w:bottom w:val="none" w:sz="0" w:space="0" w:color="auto"/>
        <w:right w:val="none" w:sz="0" w:space="0" w:color="auto"/>
      </w:divBdr>
    </w:div>
    <w:div w:id="274217564">
      <w:bodyDiv w:val="1"/>
      <w:marLeft w:val="0"/>
      <w:marRight w:val="0"/>
      <w:marTop w:val="0"/>
      <w:marBottom w:val="0"/>
      <w:divBdr>
        <w:top w:val="none" w:sz="0" w:space="0" w:color="auto"/>
        <w:left w:val="none" w:sz="0" w:space="0" w:color="auto"/>
        <w:bottom w:val="none" w:sz="0" w:space="0" w:color="auto"/>
        <w:right w:val="none" w:sz="0" w:space="0" w:color="auto"/>
      </w:divBdr>
      <w:divsChild>
        <w:div w:id="2076080163">
          <w:marLeft w:val="0"/>
          <w:marRight w:val="0"/>
          <w:marTop w:val="0"/>
          <w:marBottom w:val="0"/>
          <w:divBdr>
            <w:top w:val="none" w:sz="0" w:space="0" w:color="auto"/>
            <w:left w:val="none" w:sz="0" w:space="0" w:color="auto"/>
            <w:bottom w:val="none" w:sz="0" w:space="0" w:color="auto"/>
            <w:right w:val="none" w:sz="0" w:space="0" w:color="auto"/>
          </w:divBdr>
          <w:divsChild>
            <w:div w:id="1585188411">
              <w:marLeft w:val="0"/>
              <w:marRight w:val="0"/>
              <w:marTop w:val="0"/>
              <w:marBottom w:val="0"/>
              <w:divBdr>
                <w:top w:val="none" w:sz="0" w:space="0" w:color="auto"/>
                <w:left w:val="none" w:sz="0" w:space="0" w:color="auto"/>
                <w:bottom w:val="none" w:sz="0" w:space="0" w:color="auto"/>
                <w:right w:val="none" w:sz="0" w:space="0" w:color="auto"/>
              </w:divBdr>
              <w:divsChild>
                <w:div w:id="1002199536">
                  <w:marLeft w:val="0"/>
                  <w:marRight w:val="0"/>
                  <w:marTop w:val="0"/>
                  <w:marBottom w:val="0"/>
                  <w:divBdr>
                    <w:top w:val="none" w:sz="0" w:space="0" w:color="auto"/>
                    <w:left w:val="none" w:sz="0" w:space="0" w:color="auto"/>
                    <w:bottom w:val="none" w:sz="0" w:space="0" w:color="auto"/>
                    <w:right w:val="none" w:sz="0" w:space="0" w:color="auto"/>
                  </w:divBdr>
                  <w:divsChild>
                    <w:div w:id="195849732">
                      <w:marLeft w:val="0"/>
                      <w:marRight w:val="0"/>
                      <w:marTop w:val="0"/>
                      <w:marBottom w:val="0"/>
                      <w:divBdr>
                        <w:top w:val="none" w:sz="0" w:space="0" w:color="auto"/>
                        <w:left w:val="none" w:sz="0" w:space="0" w:color="auto"/>
                        <w:bottom w:val="none" w:sz="0" w:space="0" w:color="auto"/>
                        <w:right w:val="none" w:sz="0" w:space="0" w:color="auto"/>
                      </w:divBdr>
                      <w:divsChild>
                        <w:div w:id="1276907555">
                          <w:marLeft w:val="0"/>
                          <w:marRight w:val="0"/>
                          <w:marTop w:val="0"/>
                          <w:marBottom w:val="0"/>
                          <w:divBdr>
                            <w:top w:val="none" w:sz="0" w:space="0" w:color="auto"/>
                            <w:left w:val="none" w:sz="0" w:space="0" w:color="auto"/>
                            <w:bottom w:val="none" w:sz="0" w:space="0" w:color="auto"/>
                            <w:right w:val="none" w:sz="0" w:space="0" w:color="auto"/>
                          </w:divBdr>
                          <w:divsChild>
                            <w:div w:id="90225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1072777786">
      <w:bodyDiv w:val="1"/>
      <w:marLeft w:val="0"/>
      <w:marRight w:val="0"/>
      <w:marTop w:val="0"/>
      <w:marBottom w:val="0"/>
      <w:divBdr>
        <w:top w:val="none" w:sz="0" w:space="0" w:color="auto"/>
        <w:left w:val="none" w:sz="0" w:space="0" w:color="auto"/>
        <w:bottom w:val="none" w:sz="0" w:space="0" w:color="auto"/>
        <w:right w:val="none" w:sz="0" w:space="0" w:color="auto"/>
      </w:divBdr>
    </w:div>
    <w:div w:id="1350719121">
      <w:bodyDiv w:val="1"/>
      <w:marLeft w:val="0"/>
      <w:marRight w:val="0"/>
      <w:marTop w:val="0"/>
      <w:marBottom w:val="0"/>
      <w:divBdr>
        <w:top w:val="none" w:sz="0" w:space="0" w:color="auto"/>
        <w:left w:val="none" w:sz="0" w:space="0" w:color="auto"/>
        <w:bottom w:val="none" w:sz="0" w:space="0" w:color="auto"/>
        <w:right w:val="none" w:sz="0" w:space="0" w:color="auto"/>
      </w:divBdr>
    </w:div>
    <w:div w:id="1532257786">
      <w:bodyDiv w:val="1"/>
      <w:marLeft w:val="0"/>
      <w:marRight w:val="0"/>
      <w:marTop w:val="0"/>
      <w:marBottom w:val="0"/>
      <w:divBdr>
        <w:top w:val="none" w:sz="0" w:space="0" w:color="auto"/>
        <w:left w:val="none" w:sz="0" w:space="0" w:color="auto"/>
        <w:bottom w:val="none" w:sz="0" w:space="0" w:color="auto"/>
        <w:right w:val="none" w:sz="0" w:space="0" w:color="auto"/>
      </w:divBdr>
      <w:divsChild>
        <w:div w:id="1044332804">
          <w:marLeft w:val="0"/>
          <w:marRight w:val="0"/>
          <w:marTop w:val="0"/>
          <w:marBottom w:val="0"/>
          <w:divBdr>
            <w:top w:val="none" w:sz="0" w:space="0" w:color="auto"/>
            <w:left w:val="none" w:sz="0" w:space="0" w:color="auto"/>
            <w:bottom w:val="none" w:sz="0" w:space="0" w:color="auto"/>
            <w:right w:val="none" w:sz="0" w:space="0" w:color="auto"/>
          </w:divBdr>
          <w:divsChild>
            <w:div w:id="1491095569">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923992658">
                      <w:marLeft w:val="0"/>
                      <w:marRight w:val="0"/>
                      <w:marTop w:val="0"/>
                      <w:marBottom w:val="0"/>
                      <w:divBdr>
                        <w:top w:val="none" w:sz="0" w:space="0" w:color="auto"/>
                        <w:left w:val="none" w:sz="0" w:space="0" w:color="auto"/>
                        <w:bottom w:val="none" w:sz="0" w:space="0" w:color="auto"/>
                        <w:right w:val="none" w:sz="0" w:space="0" w:color="auto"/>
                      </w:divBdr>
                      <w:divsChild>
                        <w:div w:id="1191458968">
                          <w:marLeft w:val="0"/>
                          <w:marRight w:val="0"/>
                          <w:marTop w:val="0"/>
                          <w:marBottom w:val="0"/>
                          <w:divBdr>
                            <w:top w:val="none" w:sz="0" w:space="0" w:color="auto"/>
                            <w:left w:val="none" w:sz="0" w:space="0" w:color="auto"/>
                            <w:bottom w:val="none" w:sz="0" w:space="0" w:color="auto"/>
                            <w:right w:val="none" w:sz="0" w:space="0" w:color="auto"/>
                          </w:divBdr>
                          <w:divsChild>
                            <w:div w:id="187465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3228794">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veryne.molard@renault-trucks.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2af3b793-b434-4d1f-abd1-55ce4b5242b1"/>
    <lcf76f155ced4ddcb4097134ff3c332f xmlns="6b747f2e-b5ec-430c-a242-ab9a37deeb7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Collaboration Document" ma:contentTypeID="0x0101007A60771C5753A247A9E629B69FD0F51E080072DFD3B54DAA564AA38E27AC9CDFCE58" ma:contentTypeVersion="20" ma:contentTypeDescription="Create a new document." ma:contentTypeScope="" ma:versionID="f804d2eaf7cffa4cd2514d5265f8d0e6">
  <xsd:schema xmlns:xsd="http://www.w3.org/2001/XMLSchema" xmlns:xs="http://www.w3.org/2001/XMLSchema" xmlns:p="http://schemas.microsoft.com/office/2006/metadata/properties" xmlns:ns2="6b747f2e-b5ec-430c-a242-ab9a37deeb7e" xmlns:ns3="4f073b8c-e262-45a0-8b55-cd6962816508" xmlns:ns4="2af3b793-b434-4d1f-abd1-55ce4b5242b1" targetNamespace="http://schemas.microsoft.com/office/2006/metadata/properties" ma:root="true" ma:fieldsID="1c918d7f8b56db1833ddf08b3fe77b8a" ns2:_="" ns3:_="" ns4:_="">
    <xsd:import namespace="6b747f2e-b5ec-430c-a242-ab9a37deeb7e"/>
    <xsd:import namespace="4f073b8c-e262-45a0-8b55-cd6962816508"/>
    <xsd:import namespace="2af3b793-b434-4d1f-abd1-55ce4b5242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47f2e-b5ec-430c-a242-ab9a37deeb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bda035-400f-4ee0-8922-1075bdfe8b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073b8c-e262-45a0-8b55-cd696281650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f3b793-b434-4d1f-abd1-55ce4b5242b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649b034-afaa-4f6c-8704-a441d7036826}" ma:internalName="TaxCatchAll" ma:showField="CatchAllData" ma:web="4f073b8c-e262-45a0-8b55-cd69628165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customXml/itemProps2.xml><?xml version="1.0" encoding="utf-8"?>
<ds:datastoreItem xmlns:ds="http://schemas.openxmlformats.org/officeDocument/2006/customXml" ds:itemID="{00BA2C54-DFDC-4F98-A67B-58343400B191}">
  <ds:schemaRefs>
    <ds:schemaRef ds:uri="http://schemas.microsoft.com/office/2006/metadata/properties"/>
    <ds:schemaRef ds:uri="http://schemas.microsoft.com/office/infopath/2007/PartnerControls"/>
    <ds:schemaRef ds:uri="2af3b793-b434-4d1f-abd1-55ce4b5242b1"/>
    <ds:schemaRef ds:uri="6b747f2e-b5ec-430c-a242-ab9a37deeb7e"/>
  </ds:schemaRefs>
</ds:datastoreItem>
</file>

<file path=customXml/itemProps3.xml><?xml version="1.0" encoding="utf-8"?>
<ds:datastoreItem xmlns:ds="http://schemas.openxmlformats.org/officeDocument/2006/customXml" ds:itemID="{8F6E3DF6-322B-4681-A6F7-577F9D849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747f2e-b5ec-430c-a242-ab9a37deeb7e"/>
    <ds:schemaRef ds:uri="4f073b8c-e262-45a0-8b55-cd6962816508"/>
    <ds:schemaRef ds:uri="2af3b793-b434-4d1f-abd1-55ce4b5242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33E2ED-2F5F-4C3E-B8EC-53E3909B41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CP.dotx</Template>
  <TotalTime>18</TotalTime>
  <Pages>4</Pages>
  <Words>1383</Words>
  <Characters>7608</Characters>
  <Application>Microsoft Office Word</Application>
  <DocSecurity>0</DocSecurity>
  <Lines>63</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Press Release</vt:lpstr>
      <vt:lpstr>Press Release</vt:lpstr>
    </vt:vector>
  </TitlesOfParts>
  <Company>Renault Trucks</Company>
  <LinksUpToDate>false</LinksUpToDate>
  <CharactersWithSpaces>8974</CharactersWithSpaces>
  <SharedDoc>false</SharedDoc>
  <HLinks>
    <vt:vector size="6" baseType="variant">
      <vt:variant>
        <vt:i4>589857</vt:i4>
      </vt:variant>
      <vt:variant>
        <vt:i4>0</vt:i4>
      </vt:variant>
      <vt:variant>
        <vt:i4>0</vt:i4>
      </vt:variant>
      <vt:variant>
        <vt:i4>5</vt:i4>
      </vt:variant>
      <vt:variant>
        <vt:lpwstr>mailto:severyne.molard@renault-trucks.com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Audiot Cassandre</cp:lastModifiedBy>
  <cp:revision>27</cp:revision>
  <dcterms:created xsi:type="dcterms:W3CDTF">2024-07-02T14:54:00Z</dcterms:created>
  <dcterms:modified xsi:type="dcterms:W3CDTF">2024-07-04T16:21:00Z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y fmtid="{D5CDD505-2E9C-101B-9397-08002B2CF9AE}" pid="9" name="ContentTypeId">
    <vt:lpwstr>0x0101007A60771C5753A247A9E629B69FD0F51E080072DFD3B54DAA564AA38E27AC9CDFCE58</vt:lpwstr>
  </property>
  <property fmtid="{D5CDD505-2E9C-101B-9397-08002B2CF9AE}" pid="10" name="MediaServiceImageTags">
    <vt:lpwstr/>
  </property>
</Properties>
</file>